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05E21DD3" w14:textId="77777777" w:rsidTr="009027D5">
        <w:tc>
          <w:tcPr>
            <w:tcW w:w="1398" w:type="dxa"/>
          </w:tcPr>
          <w:p w14:paraId="4205C149" w14:textId="77777777" w:rsidR="00757AC7" w:rsidRPr="00F22258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F22258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71D4DB38" w14:textId="77777777" w:rsidR="00757AC7" w:rsidRPr="00F22258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F22258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0DEADB0C" w14:textId="77777777" w:rsidR="00757AC7" w:rsidRPr="00F22258" w:rsidRDefault="00757AC7" w:rsidP="0038234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F22258" w14:paraId="35E39FE2" w14:textId="77777777" w:rsidTr="00610F7D">
        <w:tc>
          <w:tcPr>
            <w:tcW w:w="1398" w:type="dxa"/>
          </w:tcPr>
          <w:p w14:paraId="4E9EDF8C" w14:textId="777C2F4A" w:rsidR="00F22258" w:rsidRPr="00F22258" w:rsidRDefault="00382347" w:rsidP="00F22258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07010462</w:t>
            </w:r>
          </w:p>
        </w:tc>
        <w:tc>
          <w:tcPr>
            <w:tcW w:w="2297" w:type="dxa"/>
          </w:tcPr>
          <w:p w14:paraId="3FF2EB08" w14:textId="77777777" w:rsidR="00F22258" w:rsidRPr="00F22258" w:rsidRDefault="00F22258" w:rsidP="00F2225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22258">
              <w:rPr>
                <w:rFonts w:ascii="Poppins" w:hAnsi="Poppins" w:cs="Poppins"/>
              </w:rPr>
              <w:t>Unità termoventilante Cassetta IdroLAN</w:t>
            </w:r>
          </w:p>
          <w:p w14:paraId="652F5E55" w14:textId="64B0F26E" w:rsidR="00F22258" w:rsidRPr="00F22258" w:rsidRDefault="00F22258" w:rsidP="00F2225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22258">
              <w:rPr>
                <w:rFonts w:ascii="Poppins" w:hAnsi="Poppins" w:cs="Poppins"/>
              </w:rPr>
              <w:t>ECI 2</w:t>
            </w:r>
            <w:r w:rsidR="00382347">
              <w:rPr>
                <w:rFonts w:ascii="Poppins" w:hAnsi="Poppins" w:cs="Poppins"/>
              </w:rPr>
              <w:t>4</w:t>
            </w:r>
            <w:r w:rsidRPr="00F22258">
              <w:rPr>
                <w:rFonts w:ascii="Poppins" w:hAnsi="Poppins" w:cs="Poppins"/>
              </w:rPr>
              <w:t>25</w:t>
            </w:r>
          </w:p>
        </w:tc>
        <w:tc>
          <w:tcPr>
            <w:tcW w:w="5803" w:type="dxa"/>
          </w:tcPr>
          <w:p w14:paraId="6542C735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Unità termoventilante, idronica, a cassette.</w:t>
            </w:r>
          </w:p>
          <w:p w14:paraId="4A6A5DDB" w14:textId="77777777" w:rsidR="00382347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Funzionamento Raffreddamento, Riscaldamento, Deumidificazione, Automatico, Ventilazione.</w:t>
            </w:r>
          </w:p>
          <w:p w14:paraId="4DE11E69" w14:textId="03400772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Funzione Timer e Sleep (funzionamento notturno).</w:t>
            </w:r>
          </w:p>
          <w:p w14:paraId="50587A09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L’unità, del tipo a cassette da incasso a soffitto, è completa di scheda elettronica ”termoregolatore” Power IdroLAN predisposta per l’abbinamento alla console remota e/o alle altre schede elettroniche (configurazione singola Stand-Alone oppure centralizzata mediante rete ModBus RTU).</w:t>
            </w:r>
          </w:p>
          <w:p w14:paraId="6D4E8794" w14:textId="2331EC1E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Motore a tre velocità (230 Vac/1 Ph/50 Hz)</w:t>
            </w:r>
            <w:r w:rsidR="00382347">
              <w:rPr>
                <w:rFonts w:ascii="Poppins" w:hAnsi="Poppins" w:cs="Poppins"/>
                <w:sz w:val="20"/>
              </w:rPr>
              <w:t>.</w:t>
            </w:r>
          </w:p>
          <w:p w14:paraId="78B43093" w14:textId="1C84E369" w:rsidR="00F22258" w:rsidRPr="00F22258" w:rsidRDefault="00F22258" w:rsidP="00382347">
            <w:pPr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 xml:space="preserve">Kit valvola motorizzata a 3 vie, per impianto a 2 tubi, di serie, premontato (costituito da valvola a 3 vie da </w:t>
            </w:r>
            <w:r w:rsidR="00382347">
              <w:rPr>
                <w:rFonts w:ascii="Poppins" w:hAnsi="Poppins" w:cs="Poppins"/>
                <w:sz w:val="20"/>
              </w:rPr>
              <w:t>3/4</w:t>
            </w:r>
            <w:r w:rsidRPr="00F22258">
              <w:rPr>
                <w:rFonts w:ascii="Poppins" w:hAnsi="Poppins" w:cs="Poppins"/>
                <w:sz w:val="20"/>
              </w:rPr>
              <w:t xml:space="preserve">” con Kvs= 2,5; servocomando elettrotermico NC, 230 Vac-50 Hz e kit tubi rame e raccordi con terminali </w:t>
            </w:r>
            <w:r w:rsidR="00382347">
              <w:rPr>
                <w:rFonts w:ascii="Poppins" w:hAnsi="Poppins" w:cs="Poppins"/>
                <w:sz w:val="20"/>
              </w:rPr>
              <w:t>1/2</w:t>
            </w:r>
            <w:r w:rsidRPr="00F22258">
              <w:rPr>
                <w:rFonts w:ascii="Poppins" w:hAnsi="Poppins" w:cs="Poppins"/>
                <w:sz w:val="20"/>
              </w:rPr>
              <w:t>” F).</w:t>
            </w:r>
          </w:p>
          <w:p w14:paraId="33B86253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 xml:space="preserve">Pompa di scarico condensa e valvola di intercettazione, con testina elettrotermica, incorporate. </w:t>
            </w:r>
          </w:p>
          <w:p w14:paraId="43A0EBC9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Presenta quattro deflettori con orientamento automatico del flusso dell’aria (ciascuno in abbinamento ad un ulteriore deflettore interno con movimento manuale), filtri aria, pannello spie.</w:t>
            </w:r>
          </w:p>
          <w:p w14:paraId="0F824B80" w14:textId="77777777" w:rsidR="00F22258" w:rsidRPr="00F22258" w:rsidRDefault="00F22258" w:rsidP="0038234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49719EF" w14:textId="77777777" w:rsidR="00F22258" w:rsidRPr="00F22258" w:rsidRDefault="00F22258" w:rsidP="0038234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>
              <w:rPr>
                <w:rFonts w:ascii="Poppins" w:hAnsi="Poppins" w:cs="Poppins"/>
                <w:b/>
              </w:rPr>
              <w:t>Dati tecnici:</w:t>
            </w:r>
          </w:p>
          <w:p w14:paraId="03CAB4A7" w14:textId="5ADD1085" w:rsidR="00F22258" w:rsidRPr="00382347" w:rsidRDefault="00F22258" w:rsidP="00382347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Potenza frigorifera med (min- max) 1,78 (1,42- 2,52) kW</w:t>
            </w:r>
          </w:p>
          <w:p w14:paraId="12812172" w14:textId="77777777" w:rsidR="00F22258" w:rsidRPr="00382347" w:rsidRDefault="00F22258" w:rsidP="00382347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Portata d’acqua max velocità 433 l/h</w:t>
            </w:r>
          </w:p>
          <w:p w14:paraId="5B2BBC1D" w14:textId="6A148525" w:rsidR="00F22258" w:rsidRPr="00382347" w:rsidRDefault="00F22258" w:rsidP="00382347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  <w:color w:val="000000"/>
              </w:rPr>
              <w:t>Perdita di carico max velocità 7,8 kPa</w:t>
            </w:r>
            <w:r w:rsidR="00382347" w:rsidRPr="00382347">
              <w:rPr>
                <w:rFonts w:ascii="Poppins" w:hAnsi="Poppins" w:cs="Poppins"/>
                <w:color w:val="000000"/>
              </w:rPr>
              <w:t xml:space="preserve"> </w:t>
            </w:r>
            <w:r w:rsidRPr="00382347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37DC8352" w14:textId="77777777" w:rsidR="00F22258" w:rsidRPr="00382347" w:rsidRDefault="00F22258" w:rsidP="00382347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Potenza termica med (min- max) 1,78 (1,38- 2,66) kW</w:t>
            </w:r>
          </w:p>
          <w:p w14:paraId="21A6B203" w14:textId="77777777" w:rsidR="00F22258" w:rsidRPr="00382347" w:rsidRDefault="00F22258" w:rsidP="00382347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Portata d’acqua max velocità 458 l/h</w:t>
            </w:r>
          </w:p>
          <w:p w14:paraId="330360DC" w14:textId="325B9680" w:rsidR="00F22258" w:rsidRPr="00382347" w:rsidRDefault="00F22258" w:rsidP="00382347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  <w:color w:val="000000"/>
              </w:rPr>
              <w:t>Perdita di carico max velocità 7,0 kPa</w:t>
            </w:r>
            <w:r w:rsidR="00382347" w:rsidRPr="00382347">
              <w:rPr>
                <w:rFonts w:ascii="Poppins" w:hAnsi="Poppins" w:cs="Poppins"/>
                <w:color w:val="000000"/>
              </w:rPr>
              <w:t xml:space="preserve"> </w:t>
            </w:r>
            <w:r w:rsidRPr="00382347">
              <w:rPr>
                <w:rFonts w:ascii="Poppins" w:hAnsi="Poppins" w:cs="Poppins"/>
              </w:rPr>
              <w:t>(temperatura acqua 45/40 °C; temperatura aria 20 °C)</w:t>
            </w:r>
          </w:p>
          <w:p w14:paraId="23A7A16E" w14:textId="77777777" w:rsidR="00F22258" w:rsidRPr="00382347" w:rsidRDefault="00F22258" w:rsidP="00382347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Portata d’aria med (min- max) 269 (182- 495) m3/h</w:t>
            </w:r>
          </w:p>
          <w:p w14:paraId="70E8B3B4" w14:textId="77777777" w:rsidR="00F22258" w:rsidRPr="00382347" w:rsidRDefault="00F22258" w:rsidP="00382347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2A42E9D1" w14:textId="77777777" w:rsidR="00F22258" w:rsidRPr="00382347" w:rsidRDefault="00F22258" w:rsidP="00382347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Potenza massima assorbita 53 W</w:t>
            </w:r>
          </w:p>
          <w:p w14:paraId="6410C047" w14:textId="77777777" w:rsidR="00F22258" w:rsidRPr="00382347" w:rsidRDefault="00F22258" w:rsidP="00382347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Corrente max assorbita 0,25 A</w:t>
            </w:r>
          </w:p>
          <w:p w14:paraId="71AD5D53" w14:textId="77777777" w:rsidR="00F22258" w:rsidRPr="00382347" w:rsidRDefault="00F22258" w:rsidP="00382347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</w:rPr>
              <w:lastRenderedPageBreak/>
              <w:t xml:space="preserve">Livello di potenza sonora </w:t>
            </w:r>
            <w:r w:rsidRPr="00382347">
              <w:rPr>
                <w:rFonts w:ascii="Poppins" w:hAnsi="Poppins" w:cs="Poppins"/>
                <w:color w:val="000000"/>
              </w:rPr>
              <w:t>med (min- max) 34 (30- 49)</w:t>
            </w:r>
            <w:r w:rsidRPr="00382347">
              <w:rPr>
                <w:rFonts w:ascii="Poppins" w:hAnsi="Poppins" w:cs="Poppins"/>
              </w:rPr>
              <w:t xml:space="preserve"> dB(A)</w:t>
            </w:r>
          </w:p>
          <w:p w14:paraId="22E22AD2" w14:textId="0674B654" w:rsidR="00F22258" w:rsidRPr="00382347" w:rsidRDefault="00F22258" w:rsidP="00382347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</w:rPr>
              <w:t xml:space="preserve">Livello di pressione sonora </w:t>
            </w:r>
            <w:r w:rsidRPr="00382347">
              <w:rPr>
                <w:rFonts w:ascii="Poppins" w:hAnsi="Poppins" w:cs="Poppins"/>
                <w:color w:val="000000"/>
              </w:rPr>
              <w:t xml:space="preserve">med (min- max) </w:t>
            </w:r>
            <w:r w:rsidRPr="00382347">
              <w:rPr>
                <w:rFonts w:ascii="Poppins" w:hAnsi="Poppins" w:cs="Poppins"/>
              </w:rPr>
              <w:t>17 (13- 32) dB(A) - valori riferiti a fattore di direzionalità pari a 2 in campo chiuso, costante d’ambiente 300 m2 e distanza pari a 5 m</w:t>
            </w:r>
          </w:p>
          <w:p w14:paraId="599182E5" w14:textId="77777777" w:rsidR="00F22258" w:rsidRPr="00382347" w:rsidRDefault="00F22258" w:rsidP="00382347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Dimensioni unità 600x600x328 mm</w:t>
            </w:r>
          </w:p>
          <w:p w14:paraId="3E576568" w14:textId="77777777" w:rsidR="00F22258" w:rsidRPr="00382347" w:rsidRDefault="00F22258" w:rsidP="00382347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Peso 24,0 kg</w:t>
            </w:r>
          </w:p>
          <w:p w14:paraId="39DA14EF" w14:textId="0C8694EB" w:rsidR="00F22258" w:rsidRPr="00382347" w:rsidRDefault="00F22258" w:rsidP="00382347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382347" w:rsidRPr="00382347">
              <w:rPr>
                <w:rFonts w:ascii="Poppins" w:hAnsi="Poppins" w:cs="Poppins"/>
                <w:color w:val="000000"/>
              </w:rPr>
              <w:t>1/2</w:t>
            </w:r>
            <w:r w:rsidRPr="00382347">
              <w:rPr>
                <w:rFonts w:ascii="Poppins" w:hAnsi="Poppins" w:cs="Poppins"/>
                <w:color w:val="000000"/>
              </w:rPr>
              <w:t>” F</w:t>
            </w:r>
          </w:p>
          <w:p w14:paraId="7E61D99B" w14:textId="77777777" w:rsidR="00F22258" w:rsidRPr="00382347" w:rsidRDefault="00F22258" w:rsidP="00382347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Pressione max di esercizio 10 bar</w:t>
            </w:r>
          </w:p>
          <w:p w14:paraId="0AE605C6" w14:textId="77777777" w:rsidR="00F22258" w:rsidRPr="00382347" w:rsidRDefault="00F22258" w:rsidP="00382347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Temperatura di esercizio min-max: 4-70 °C</w:t>
            </w:r>
          </w:p>
          <w:p w14:paraId="35783726" w14:textId="32B1EEA0" w:rsidR="00F22258" w:rsidRPr="00382347" w:rsidRDefault="00F22258" w:rsidP="00382347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Attacco scarico condensa diametro 12 mm</w:t>
            </w:r>
          </w:p>
          <w:p w14:paraId="5FE88BD0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74890B0" w14:textId="2D787403" w:rsidR="00F22258" w:rsidRPr="00382347" w:rsidRDefault="00F22258" w:rsidP="0038234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22258">
              <w:rPr>
                <w:rFonts w:ascii="Poppins" w:hAnsi="Poppins" w:cs="Poppins"/>
                <w:b/>
              </w:rPr>
              <w:t xml:space="preserve">Marca </w:t>
            </w:r>
            <w:r w:rsidR="00382347">
              <w:rPr>
                <w:rFonts w:ascii="Poppins" w:hAnsi="Poppins" w:cs="Poppins"/>
                <w:b/>
              </w:rPr>
              <w:t>Emmeti</w:t>
            </w:r>
            <w:r w:rsidRPr="00F22258">
              <w:rPr>
                <w:rFonts w:ascii="Poppins" w:hAnsi="Poppins" w:cs="Poppins"/>
                <w:b/>
              </w:rPr>
              <w:t xml:space="preserve"> – Modello Unità termoventilante Cassetta IdroLAN ECI 2</w:t>
            </w:r>
            <w:r w:rsidR="00382347">
              <w:rPr>
                <w:rFonts w:ascii="Poppins" w:hAnsi="Poppins" w:cs="Poppins"/>
                <w:b/>
              </w:rPr>
              <w:t>4</w:t>
            </w:r>
            <w:r w:rsidRPr="00F22258">
              <w:rPr>
                <w:rFonts w:ascii="Poppins" w:hAnsi="Poppins" w:cs="Poppins"/>
                <w:b/>
              </w:rPr>
              <w:t xml:space="preserve">25 o </w:t>
            </w:r>
            <w:r w:rsidR="00382347">
              <w:rPr>
                <w:rFonts w:ascii="Poppins" w:hAnsi="Poppins" w:cs="Poppins"/>
                <w:b/>
              </w:rPr>
              <w:t>equivalente.</w:t>
            </w:r>
          </w:p>
        </w:tc>
      </w:tr>
      <w:tr w:rsidR="00F22258" w14:paraId="3092970A" w14:textId="77777777" w:rsidTr="00610F7D">
        <w:tc>
          <w:tcPr>
            <w:tcW w:w="1398" w:type="dxa"/>
          </w:tcPr>
          <w:p w14:paraId="787962F6" w14:textId="6665A050" w:rsidR="00F22258" w:rsidRPr="00F22258" w:rsidRDefault="00F22258" w:rsidP="00F22258">
            <w:pPr>
              <w:jc w:val="center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lastRenderedPageBreak/>
              <w:t>07010</w:t>
            </w:r>
            <w:r w:rsidR="00382347">
              <w:rPr>
                <w:rFonts w:ascii="Poppins" w:hAnsi="Poppins" w:cs="Poppins"/>
                <w:sz w:val="20"/>
              </w:rPr>
              <w:t>467</w:t>
            </w:r>
          </w:p>
        </w:tc>
        <w:tc>
          <w:tcPr>
            <w:tcW w:w="2297" w:type="dxa"/>
          </w:tcPr>
          <w:p w14:paraId="63D66A9B" w14:textId="77777777" w:rsidR="00F22258" w:rsidRPr="00F22258" w:rsidRDefault="00F22258" w:rsidP="00F2225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22258">
              <w:rPr>
                <w:rFonts w:ascii="Poppins" w:hAnsi="Poppins" w:cs="Poppins"/>
              </w:rPr>
              <w:t>Unità termoventilante Cassetta IdroLAN</w:t>
            </w:r>
          </w:p>
          <w:p w14:paraId="33C4A43C" w14:textId="2905E08D" w:rsidR="00F22258" w:rsidRPr="00F22258" w:rsidRDefault="00F22258" w:rsidP="00F2225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22258">
              <w:rPr>
                <w:rFonts w:ascii="Poppins" w:hAnsi="Poppins" w:cs="Poppins"/>
              </w:rPr>
              <w:t>ECI 2</w:t>
            </w:r>
            <w:r w:rsidR="00382347">
              <w:rPr>
                <w:rFonts w:ascii="Poppins" w:hAnsi="Poppins" w:cs="Poppins"/>
              </w:rPr>
              <w:t>4</w:t>
            </w:r>
            <w:r w:rsidRPr="00F22258">
              <w:rPr>
                <w:rFonts w:ascii="Poppins" w:hAnsi="Poppins" w:cs="Poppins"/>
              </w:rPr>
              <w:t>35</w:t>
            </w:r>
          </w:p>
        </w:tc>
        <w:tc>
          <w:tcPr>
            <w:tcW w:w="5803" w:type="dxa"/>
          </w:tcPr>
          <w:p w14:paraId="19DD692A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Unità termoventilante, idronica, a cassette.</w:t>
            </w:r>
          </w:p>
          <w:p w14:paraId="1063E0E2" w14:textId="77777777" w:rsidR="00382347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Funzionamento Raffreddamento, Riscaldamento, Deumidificazione, Automatico, Ventilazione.</w:t>
            </w:r>
          </w:p>
          <w:p w14:paraId="5E184227" w14:textId="79CB896C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Funzione Timer e Sleep (funzionamento notturno).</w:t>
            </w:r>
          </w:p>
          <w:p w14:paraId="63AEC076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L’unità, del tipo a cassette da incasso a soffitto, è completa di scheda elettronica ”termoregolatore” Power IdroLAN predisposta per l’abbinamento alla console remota e/o alle altre schede elettroniche (configurazione singola Stand-Alone oppure centralizzata mediante rete ModBus RTU).</w:t>
            </w:r>
          </w:p>
          <w:p w14:paraId="421A5718" w14:textId="759CBA6F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Motore a tre velocità (230 Vac/1 Ph/50 Hz)</w:t>
            </w:r>
            <w:r w:rsidR="00382347">
              <w:rPr>
                <w:rFonts w:ascii="Poppins" w:hAnsi="Poppins" w:cs="Poppins"/>
                <w:sz w:val="20"/>
              </w:rPr>
              <w:t>.</w:t>
            </w:r>
          </w:p>
          <w:p w14:paraId="078C0099" w14:textId="3328E48F" w:rsidR="00F22258" w:rsidRPr="00F22258" w:rsidRDefault="00F22258" w:rsidP="00382347">
            <w:pPr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 xml:space="preserve">Kit valvola motorizzata a 3 vie, per impianto a 2 tubi, di serie, premontato (costituito da valvola a 3 vie da </w:t>
            </w:r>
            <w:r w:rsidR="00382347">
              <w:rPr>
                <w:rFonts w:ascii="Poppins" w:hAnsi="Poppins" w:cs="Poppins"/>
                <w:sz w:val="20"/>
              </w:rPr>
              <w:t>3/4</w:t>
            </w:r>
            <w:r w:rsidRPr="00F22258">
              <w:rPr>
                <w:rFonts w:ascii="Poppins" w:hAnsi="Poppins" w:cs="Poppins"/>
                <w:sz w:val="20"/>
              </w:rPr>
              <w:t xml:space="preserve">” con Kvs= 2,5; servocomando elettrotermico NC, 230 Vac-50 Hz e kit tubi rame e raccordi con terminali </w:t>
            </w:r>
            <w:r w:rsidR="00382347">
              <w:rPr>
                <w:rFonts w:ascii="Poppins" w:hAnsi="Poppins" w:cs="Poppins"/>
                <w:sz w:val="20"/>
              </w:rPr>
              <w:t>1/2</w:t>
            </w:r>
            <w:r w:rsidRPr="00F22258">
              <w:rPr>
                <w:rFonts w:ascii="Poppins" w:hAnsi="Poppins" w:cs="Poppins"/>
                <w:sz w:val="20"/>
              </w:rPr>
              <w:t>” F).</w:t>
            </w:r>
          </w:p>
          <w:p w14:paraId="20FFAEFF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 xml:space="preserve">Pompa di scarico condensa e valvola di intercettazione, con testina elettrotermica, incorporate. </w:t>
            </w:r>
          </w:p>
          <w:p w14:paraId="0BE93612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Presenta quattro deflettori con orientamento automatico del flusso dell’aria (ciascuno in abbinamento ad un ulteriore deflettore interno con movimento manuale), filtri aria, pannello spie.</w:t>
            </w:r>
          </w:p>
          <w:p w14:paraId="0CCC0451" w14:textId="77777777" w:rsidR="00F22258" w:rsidRPr="00F22258" w:rsidRDefault="00F22258" w:rsidP="0038234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9CE5E9C" w14:textId="77777777" w:rsidR="00F22258" w:rsidRPr="00F22258" w:rsidRDefault="00F22258" w:rsidP="0038234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>
              <w:rPr>
                <w:rFonts w:ascii="Poppins" w:hAnsi="Poppins" w:cs="Poppins"/>
                <w:b/>
              </w:rPr>
              <w:t>Dati tecnici:</w:t>
            </w:r>
          </w:p>
          <w:p w14:paraId="4D104F94" w14:textId="77777777" w:rsidR="00F22258" w:rsidRPr="00382347" w:rsidRDefault="00F22258" w:rsidP="00382347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Potenza frigorifera med (min- max) 2,84 (2,27- 3,68) kW</w:t>
            </w:r>
          </w:p>
          <w:p w14:paraId="05C9B07E" w14:textId="77777777" w:rsidR="00F22258" w:rsidRPr="00382347" w:rsidRDefault="00F22258" w:rsidP="00382347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Portata d’acqua max velocità 633 l/h</w:t>
            </w:r>
          </w:p>
          <w:p w14:paraId="697FA855" w14:textId="380A870E" w:rsidR="00F22258" w:rsidRPr="00382347" w:rsidRDefault="00F22258" w:rsidP="00382347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lastRenderedPageBreak/>
              <w:t>Perdita di carico max velocità 10,9 kPa</w:t>
            </w:r>
            <w:r w:rsidR="00382347" w:rsidRPr="00382347">
              <w:rPr>
                <w:rFonts w:ascii="Poppins" w:hAnsi="Poppins" w:cs="Poppins"/>
                <w:color w:val="000000"/>
              </w:rPr>
              <w:t xml:space="preserve"> </w:t>
            </w:r>
            <w:r w:rsidRPr="00382347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6169AD41" w14:textId="77777777" w:rsidR="00F22258" w:rsidRPr="00382347" w:rsidRDefault="00F22258" w:rsidP="00382347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Potenza termica med (min- max) 2,70 (2,09- 3,65) kW</w:t>
            </w:r>
          </w:p>
          <w:p w14:paraId="2E28716E" w14:textId="77777777" w:rsidR="00F22258" w:rsidRPr="00382347" w:rsidRDefault="00F22258" w:rsidP="00382347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Portata d’acqua max velocità 628 l/h</w:t>
            </w:r>
          </w:p>
          <w:p w14:paraId="32B9DC88" w14:textId="602424AE" w:rsidR="00F22258" w:rsidRPr="00382347" w:rsidRDefault="00F22258" w:rsidP="00382347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  <w:color w:val="000000"/>
              </w:rPr>
              <w:t>Perdita di carico max velocità 9,4 kPa</w:t>
            </w:r>
            <w:r w:rsidR="00382347" w:rsidRPr="00382347">
              <w:rPr>
                <w:rFonts w:ascii="Poppins" w:hAnsi="Poppins" w:cs="Poppins"/>
                <w:color w:val="000000"/>
              </w:rPr>
              <w:t xml:space="preserve"> </w:t>
            </w:r>
            <w:r w:rsidRPr="00382347">
              <w:rPr>
                <w:rFonts w:ascii="Poppins" w:hAnsi="Poppins" w:cs="Poppins"/>
              </w:rPr>
              <w:t>(temperatura acqua 45/40 °C; temperatura aria 20 °C)</w:t>
            </w:r>
          </w:p>
          <w:p w14:paraId="1F4E2081" w14:textId="77777777" w:rsidR="00F22258" w:rsidRPr="00382347" w:rsidRDefault="00F22258" w:rsidP="00382347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Portata d’aria med (min- max) 351 (269- 495) m3/h</w:t>
            </w:r>
          </w:p>
          <w:p w14:paraId="1341B933" w14:textId="77777777" w:rsidR="00F22258" w:rsidRPr="00382347" w:rsidRDefault="00F22258" w:rsidP="00382347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5B6AA62D" w14:textId="77777777" w:rsidR="00F22258" w:rsidRPr="00382347" w:rsidRDefault="00F22258" w:rsidP="00382347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Potenza massima assorbita 52 W</w:t>
            </w:r>
          </w:p>
          <w:p w14:paraId="25760595" w14:textId="77777777" w:rsidR="00F22258" w:rsidRPr="00382347" w:rsidRDefault="00F22258" w:rsidP="00382347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Corrente max assorbita 0,25 A</w:t>
            </w:r>
          </w:p>
          <w:p w14:paraId="3BC0FAEC" w14:textId="77777777" w:rsidR="00F22258" w:rsidRPr="00382347" w:rsidRDefault="00F22258" w:rsidP="00382347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</w:rPr>
              <w:t xml:space="preserve">Livello di potenza sonora </w:t>
            </w:r>
            <w:r w:rsidRPr="00382347">
              <w:rPr>
                <w:rFonts w:ascii="Poppins" w:hAnsi="Poppins" w:cs="Poppins"/>
                <w:color w:val="000000"/>
              </w:rPr>
              <w:t>med (min- max) 40 (34- 49)</w:t>
            </w:r>
            <w:r w:rsidRPr="00382347">
              <w:rPr>
                <w:rFonts w:ascii="Poppins" w:hAnsi="Poppins" w:cs="Poppins"/>
              </w:rPr>
              <w:t xml:space="preserve"> dB(A)</w:t>
            </w:r>
          </w:p>
          <w:p w14:paraId="756708BF" w14:textId="3AA51CB6" w:rsidR="00F22258" w:rsidRPr="00382347" w:rsidRDefault="00F22258" w:rsidP="00382347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</w:rPr>
              <w:t xml:space="preserve">Livello di pressione sonora </w:t>
            </w:r>
            <w:r w:rsidRPr="00382347">
              <w:rPr>
                <w:rFonts w:ascii="Poppins" w:hAnsi="Poppins" w:cs="Poppins"/>
                <w:color w:val="000000"/>
              </w:rPr>
              <w:t xml:space="preserve">med (min- max) </w:t>
            </w:r>
            <w:r w:rsidRPr="00382347">
              <w:rPr>
                <w:rFonts w:ascii="Poppins" w:hAnsi="Poppins" w:cs="Poppins"/>
              </w:rPr>
              <w:t>23 (17- 32) dB(A) - valori riferiti a fattore di direzionalità pari a 2 in campo chiuso, costante d’ambiente 300 m2 e distanza pari a 5 m</w:t>
            </w:r>
          </w:p>
          <w:p w14:paraId="0CC77F80" w14:textId="77777777" w:rsidR="00F22258" w:rsidRPr="00382347" w:rsidRDefault="00F22258" w:rsidP="00382347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Dimensioni unità 600x600x328 mm</w:t>
            </w:r>
          </w:p>
          <w:p w14:paraId="5C730B91" w14:textId="77777777" w:rsidR="00F22258" w:rsidRPr="00382347" w:rsidRDefault="00F22258" w:rsidP="00382347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Peso 25,4 kg</w:t>
            </w:r>
          </w:p>
          <w:p w14:paraId="448FB11D" w14:textId="0469E821" w:rsidR="00F22258" w:rsidRPr="00382347" w:rsidRDefault="00F22258" w:rsidP="00382347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382347" w:rsidRPr="00382347">
              <w:rPr>
                <w:rFonts w:ascii="Poppins" w:hAnsi="Poppins" w:cs="Poppins"/>
                <w:color w:val="000000"/>
              </w:rPr>
              <w:t>1/2</w:t>
            </w:r>
            <w:r w:rsidRPr="00382347">
              <w:rPr>
                <w:rFonts w:ascii="Poppins" w:hAnsi="Poppins" w:cs="Poppins"/>
                <w:color w:val="000000"/>
              </w:rPr>
              <w:t>” F</w:t>
            </w:r>
          </w:p>
          <w:p w14:paraId="578A6D8A" w14:textId="2052A653" w:rsidR="00F22258" w:rsidRPr="00382347" w:rsidRDefault="00F22258" w:rsidP="00382347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Pressione max di esercizio 10 bar</w:t>
            </w:r>
          </w:p>
          <w:p w14:paraId="74993653" w14:textId="77777777" w:rsidR="00F22258" w:rsidRPr="00382347" w:rsidRDefault="00F22258" w:rsidP="00382347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Temperatura di esercizio min-max: 4-70 °C</w:t>
            </w:r>
          </w:p>
          <w:p w14:paraId="34C5FD46" w14:textId="0031984D" w:rsidR="00F22258" w:rsidRPr="00382347" w:rsidRDefault="00F22258" w:rsidP="00382347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Attacco scarico condensa diametro 12 mm</w:t>
            </w:r>
          </w:p>
          <w:p w14:paraId="2A92284B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420921F" w14:textId="7FDDB230" w:rsidR="00F22258" w:rsidRPr="00F22258" w:rsidRDefault="00F22258" w:rsidP="0038234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F22258">
              <w:rPr>
                <w:rFonts w:ascii="Poppins" w:hAnsi="Poppins" w:cs="Poppins"/>
                <w:b/>
              </w:rPr>
              <w:t xml:space="preserve">Marca </w:t>
            </w:r>
            <w:r w:rsidR="00382347">
              <w:rPr>
                <w:rFonts w:ascii="Poppins" w:hAnsi="Poppins" w:cs="Poppins"/>
                <w:b/>
              </w:rPr>
              <w:t>Emmeti</w:t>
            </w:r>
            <w:r w:rsidRPr="00F22258">
              <w:rPr>
                <w:rFonts w:ascii="Poppins" w:hAnsi="Poppins" w:cs="Poppins"/>
                <w:b/>
              </w:rPr>
              <w:t xml:space="preserve"> – Modello Unità termoventilante Cassetta IdroLAN ECI 2</w:t>
            </w:r>
            <w:r w:rsidR="00382347">
              <w:rPr>
                <w:rFonts w:ascii="Poppins" w:hAnsi="Poppins" w:cs="Poppins"/>
                <w:b/>
              </w:rPr>
              <w:t>4</w:t>
            </w:r>
            <w:r w:rsidRPr="00F22258">
              <w:rPr>
                <w:rFonts w:ascii="Poppins" w:hAnsi="Poppins" w:cs="Poppins"/>
                <w:b/>
              </w:rPr>
              <w:t xml:space="preserve">35 o </w:t>
            </w:r>
            <w:r w:rsidR="00382347">
              <w:rPr>
                <w:rFonts w:ascii="Poppins" w:hAnsi="Poppins" w:cs="Poppins"/>
                <w:b/>
              </w:rPr>
              <w:t>equivalente.</w:t>
            </w:r>
          </w:p>
        </w:tc>
      </w:tr>
      <w:tr w:rsidR="00F22258" w14:paraId="392A8316" w14:textId="77777777" w:rsidTr="00610F7D">
        <w:tc>
          <w:tcPr>
            <w:tcW w:w="1398" w:type="dxa"/>
          </w:tcPr>
          <w:p w14:paraId="02B92411" w14:textId="3516436B" w:rsidR="00F22258" w:rsidRPr="00F22258" w:rsidRDefault="00F22258" w:rsidP="00F22258">
            <w:pPr>
              <w:jc w:val="center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lastRenderedPageBreak/>
              <w:t>0701047</w:t>
            </w:r>
            <w:r w:rsidR="00382347">
              <w:rPr>
                <w:rFonts w:ascii="Poppins" w:hAnsi="Poppins" w:cs="Poppins"/>
                <w:sz w:val="20"/>
              </w:rPr>
              <w:t>2</w:t>
            </w:r>
          </w:p>
        </w:tc>
        <w:tc>
          <w:tcPr>
            <w:tcW w:w="2297" w:type="dxa"/>
          </w:tcPr>
          <w:p w14:paraId="13A953F4" w14:textId="77777777" w:rsidR="00F22258" w:rsidRPr="00F22258" w:rsidRDefault="00F22258" w:rsidP="00F2225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22258">
              <w:rPr>
                <w:rFonts w:ascii="Poppins" w:hAnsi="Poppins" w:cs="Poppins"/>
              </w:rPr>
              <w:t>Unità termoventilante Cassetta IdroLAN</w:t>
            </w:r>
          </w:p>
          <w:p w14:paraId="62067ED3" w14:textId="78145758" w:rsidR="00F22258" w:rsidRPr="00F22258" w:rsidRDefault="00F22258" w:rsidP="00F2225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22258">
              <w:rPr>
                <w:rFonts w:ascii="Poppins" w:hAnsi="Poppins" w:cs="Poppins"/>
              </w:rPr>
              <w:t>ECI 2</w:t>
            </w:r>
            <w:r w:rsidR="00382347">
              <w:rPr>
                <w:rFonts w:ascii="Poppins" w:hAnsi="Poppins" w:cs="Poppins"/>
              </w:rPr>
              <w:t>4</w:t>
            </w:r>
            <w:r w:rsidRPr="00F22258">
              <w:rPr>
                <w:rFonts w:ascii="Poppins" w:hAnsi="Poppins" w:cs="Poppins"/>
              </w:rPr>
              <w:t>45</w:t>
            </w:r>
          </w:p>
        </w:tc>
        <w:tc>
          <w:tcPr>
            <w:tcW w:w="5803" w:type="dxa"/>
          </w:tcPr>
          <w:p w14:paraId="2E3C4490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Unità termoventilante, idronica, a cassette.</w:t>
            </w:r>
          </w:p>
          <w:p w14:paraId="76B32A69" w14:textId="77777777" w:rsidR="00382347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Funzionamento Raffreddamento, Riscaldamento, Deumidificazione, Automatico, Ventilazione.</w:t>
            </w:r>
          </w:p>
          <w:p w14:paraId="591F0EF8" w14:textId="27B8C6E6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Funzione Timer e Sleep (funzionamento notturno).</w:t>
            </w:r>
          </w:p>
          <w:p w14:paraId="178E24F3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L’unità, del tipo a cassette da incasso a soffitto, è completa di scheda elettronica ”termoregolatore” Power IdroLAN predisposta per l’abbinamento alla console remota e/o alle altre schede elettroniche (configurazione singola Stand-Alone oppure centralizzata mediante rete ModBus RTU).</w:t>
            </w:r>
          </w:p>
          <w:p w14:paraId="432C447C" w14:textId="5A7E45FD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Motore a tre velocità (230 Vac/1 Ph/50 Hz)</w:t>
            </w:r>
            <w:r w:rsidR="00382347">
              <w:rPr>
                <w:rFonts w:ascii="Poppins" w:hAnsi="Poppins" w:cs="Poppins"/>
                <w:sz w:val="20"/>
              </w:rPr>
              <w:t>.</w:t>
            </w:r>
          </w:p>
          <w:p w14:paraId="144C2A75" w14:textId="4CC5934D" w:rsidR="00F22258" w:rsidRPr="00F22258" w:rsidRDefault="00F22258" w:rsidP="00382347">
            <w:pPr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lastRenderedPageBreak/>
              <w:t xml:space="preserve">Kit valvola motorizzata a 3 vie, per impianto a 2 tubi, di serie, premontato (costituito da valvola a 3 vie da </w:t>
            </w:r>
            <w:r w:rsidR="00382347">
              <w:rPr>
                <w:rFonts w:ascii="Poppins" w:hAnsi="Poppins" w:cs="Poppins"/>
                <w:sz w:val="20"/>
              </w:rPr>
              <w:t>3/4</w:t>
            </w:r>
            <w:r w:rsidRPr="00F22258">
              <w:rPr>
                <w:rFonts w:ascii="Poppins" w:hAnsi="Poppins" w:cs="Poppins"/>
                <w:sz w:val="20"/>
              </w:rPr>
              <w:t xml:space="preserve">” con Kvs= 2,5; servocomando elettrotermico NC, 230 Vac-50 Hz e kit tubi rame e raccordi con terminali </w:t>
            </w:r>
            <w:r w:rsidR="00382347">
              <w:rPr>
                <w:rFonts w:ascii="Poppins" w:hAnsi="Poppins" w:cs="Poppins"/>
                <w:sz w:val="20"/>
              </w:rPr>
              <w:t>1/2</w:t>
            </w:r>
            <w:r w:rsidRPr="00F22258">
              <w:rPr>
                <w:rFonts w:ascii="Poppins" w:hAnsi="Poppins" w:cs="Poppins"/>
                <w:sz w:val="20"/>
              </w:rPr>
              <w:t>” F).</w:t>
            </w:r>
          </w:p>
          <w:p w14:paraId="49058313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 xml:space="preserve">Pompa di scarico condensa e valvola di intercettazione, con testina elettrotermica, incorporate. </w:t>
            </w:r>
          </w:p>
          <w:p w14:paraId="73824F0F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Presenta quattro deflettori con orientamento automatico del flusso dell’aria (ciascuno in abbinamento ad un ulteriore deflettore interno con movimento manuale), filtri aria, pannello spie.</w:t>
            </w:r>
          </w:p>
          <w:p w14:paraId="691FE683" w14:textId="77777777" w:rsidR="00F22258" w:rsidRPr="00F22258" w:rsidRDefault="00F22258" w:rsidP="0038234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7DB175F" w14:textId="77777777" w:rsidR="00F22258" w:rsidRPr="00F22258" w:rsidRDefault="00F22258" w:rsidP="0038234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>
              <w:rPr>
                <w:rFonts w:ascii="Poppins" w:hAnsi="Poppins" w:cs="Poppins"/>
                <w:b/>
              </w:rPr>
              <w:t>Dati tecnici:</w:t>
            </w:r>
          </w:p>
          <w:p w14:paraId="7B1C3A93" w14:textId="77777777" w:rsidR="00F22258" w:rsidRPr="00382347" w:rsidRDefault="00F22258" w:rsidP="00382347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Potenza frigorifera med (min- max) 3,82 (2,51- 4,72) kW</w:t>
            </w:r>
          </w:p>
          <w:p w14:paraId="050019E9" w14:textId="77777777" w:rsidR="00F22258" w:rsidRPr="00382347" w:rsidRDefault="00F22258" w:rsidP="00382347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Portata d’acqua max velocità 812 l/h</w:t>
            </w:r>
          </w:p>
          <w:p w14:paraId="30919E02" w14:textId="58EF05D0" w:rsidR="00F22258" w:rsidRPr="00382347" w:rsidRDefault="00F22258" w:rsidP="00382347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  <w:color w:val="000000"/>
              </w:rPr>
              <w:t>Perdita di carico max velocità 16,5 kPa</w:t>
            </w:r>
            <w:r w:rsidR="00382347" w:rsidRPr="00382347">
              <w:rPr>
                <w:rFonts w:ascii="Poppins" w:hAnsi="Poppins" w:cs="Poppins"/>
                <w:color w:val="000000"/>
              </w:rPr>
              <w:t xml:space="preserve"> </w:t>
            </w:r>
            <w:r w:rsidRPr="00382347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5D677E7A" w14:textId="77777777" w:rsidR="00F22258" w:rsidRPr="00382347" w:rsidRDefault="00F22258" w:rsidP="00382347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Potenza termica med (min- max) 3,80 (2,39- 4,89) kW</w:t>
            </w:r>
          </w:p>
          <w:p w14:paraId="666C00A9" w14:textId="77777777" w:rsidR="00F22258" w:rsidRPr="00382347" w:rsidRDefault="00F22258" w:rsidP="00382347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Portata d’acqua max velocità 841 l/h</w:t>
            </w:r>
          </w:p>
          <w:p w14:paraId="4A7C5C50" w14:textId="2EA89C86" w:rsidR="00F22258" w:rsidRPr="00382347" w:rsidRDefault="00F22258" w:rsidP="00382347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  <w:color w:val="000000"/>
              </w:rPr>
              <w:t>Perdita di carico max velocità 14,9 kPa</w:t>
            </w:r>
            <w:r w:rsidR="00382347" w:rsidRPr="00382347">
              <w:rPr>
                <w:rFonts w:ascii="Poppins" w:hAnsi="Poppins" w:cs="Poppins"/>
                <w:color w:val="000000"/>
              </w:rPr>
              <w:t xml:space="preserve"> </w:t>
            </w:r>
            <w:r w:rsidRPr="00382347">
              <w:rPr>
                <w:rFonts w:ascii="Poppins" w:hAnsi="Poppins" w:cs="Poppins"/>
              </w:rPr>
              <w:t>(temperatura acqua 45/40 °C; temperatura aria 20 °C)</w:t>
            </w:r>
          </w:p>
          <w:p w14:paraId="1FEE3EB5" w14:textId="77777777" w:rsidR="00F22258" w:rsidRPr="00382347" w:rsidRDefault="00F22258" w:rsidP="00382347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Portata d’aria med (min- max) 525 (308- 717) m3/h</w:t>
            </w:r>
          </w:p>
          <w:p w14:paraId="11E870D6" w14:textId="77777777" w:rsidR="00F22258" w:rsidRPr="00382347" w:rsidRDefault="00F22258" w:rsidP="00382347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1D3D755F" w14:textId="77777777" w:rsidR="00F22258" w:rsidRPr="00382347" w:rsidRDefault="00F22258" w:rsidP="00382347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Potenza massima assorbita 86 W</w:t>
            </w:r>
          </w:p>
          <w:p w14:paraId="59CC76C1" w14:textId="77777777" w:rsidR="00F22258" w:rsidRPr="00382347" w:rsidRDefault="00F22258" w:rsidP="00382347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Corrente max assorbita 0,40 A</w:t>
            </w:r>
          </w:p>
          <w:p w14:paraId="13F4C1A0" w14:textId="77777777" w:rsidR="00F22258" w:rsidRPr="00382347" w:rsidRDefault="00F22258" w:rsidP="00382347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</w:rPr>
              <w:t xml:space="preserve">Livello di potenza sonora </w:t>
            </w:r>
            <w:r w:rsidRPr="00382347">
              <w:rPr>
                <w:rFonts w:ascii="Poppins" w:hAnsi="Poppins" w:cs="Poppins"/>
                <w:color w:val="000000"/>
              </w:rPr>
              <w:t>med (min- max) 50 (37- 58)</w:t>
            </w:r>
            <w:r w:rsidRPr="00382347">
              <w:rPr>
                <w:rFonts w:ascii="Poppins" w:hAnsi="Poppins" w:cs="Poppins"/>
              </w:rPr>
              <w:t xml:space="preserve"> dB(A)</w:t>
            </w:r>
          </w:p>
          <w:p w14:paraId="2FB4E61A" w14:textId="5E1E1FB1" w:rsidR="00F22258" w:rsidRPr="00382347" w:rsidRDefault="00F22258" w:rsidP="00382347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</w:rPr>
              <w:t xml:space="preserve">Livello di pressione sonora </w:t>
            </w:r>
            <w:r w:rsidRPr="00382347">
              <w:rPr>
                <w:rFonts w:ascii="Poppins" w:hAnsi="Poppins" w:cs="Poppins"/>
                <w:color w:val="000000"/>
              </w:rPr>
              <w:t xml:space="preserve">med (min- max) </w:t>
            </w:r>
            <w:r w:rsidRPr="00382347">
              <w:rPr>
                <w:rFonts w:ascii="Poppins" w:hAnsi="Poppins" w:cs="Poppins"/>
              </w:rPr>
              <w:t>33 (20- 41) dB(A) - valori riferiti a fattore di direzionalità pari a 2 in campo chiuso, costante d’ambiente 300 m2 e distanza pari a 5 m</w:t>
            </w:r>
          </w:p>
          <w:p w14:paraId="49EC3827" w14:textId="77777777" w:rsidR="00F22258" w:rsidRPr="00382347" w:rsidRDefault="00F22258" w:rsidP="00382347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Dimensioni unità 600x600x328 mm</w:t>
            </w:r>
          </w:p>
          <w:p w14:paraId="06331FAA" w14:textId="77777777" w:rsidR="00F22258" w:rsidRPr="00382347" w:rsidRDefault="00F22258" w:rsidP="00382347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Peso 25,4 kg</w:t>
            </w:r>
          </w:p>
          <w:p w14:paraId="72527B05" w14:textId="63F6D882" w:rsidR="00F22258" w:rsidRPr="00382347" w:rsidRDefault="00F22258" w:rsidP="00382347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382347" w:rsidRPr="00382347">
              <w:rPr>
                <w:rFonts w:ascii="Poppins" w:hAnsi="Poppins" w:cs="Poppins"/>
                <w:color w:val="000000"/>
              </w:rPr>
              <w:t>1/2</w:t>
            </w:r>
            <w:r w:rsidRPr="00382347">
              <w:rPr>
                <w:rFonts w:ascii="Poppins" w:hAnsi="Poppins" w:cs="Poppins"/>
                <w:color w:val="000000"/>
              </w:rPr>
              <w:t>” F</w:t>
            </w:r>
          </w:p>
          <w:p w14:paraId="61466CD8" w14:textId="6AEE24BE" w:rsidR="00F22258" w:rsidRPr="00382347" w:rsidRDefault="00F22258" w:rsidP="00382347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Pressione max di esercizio 10 bar</w:t>
            </w:r>
          </w:p>
          <w:p w14:paraId="65CA8863" w14:textId="77777777" w:rsidR="00F22258" w:rsidRPr="00382347" w:rsidRDefault="00F22258" w:rsidP="00382347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Temperatura di esercizio min-max: 4-70 °C</w:t>
            </w:r>
          </w:p>
          <w:p w14:paraId="25DF29B7" w14:textId="6AF2884C" w:rsidR="00F22258" w:rsidRPr="00382347" w:rsidRDefault="00F22258" w:rsidP="00382347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Attacco scarico condensa diametro 12 mm</w:t>
            </w:r>
          </w:p>
          <w:p w14:paraId="7D500C98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3002F7D" w14:textId="7EC5371F" w:rsidR="00F22258" w:rsidRPr="00F22258" w:rsidRDefault="00F22258" w:rsidP="0038234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F22258">
              <w:rPr>
                <w:rFonts w:ascii="Poppins" w:hAnsi="Poppins" w:cs="Poppins"/>
                <w:b/>
              </w:rPr>
              <w:t xml:space="preserve">Marca </w:t>
            </w:r>
            <w:r w:rsidR="00382347">
              <w:rPr>
                <w:rFonts w:ascii="Poppins" w:hAnsi="Poppins" w:cs="Poppins"/>
                <w:b/>
              </w:rPr>
              <w:t>Emmeti</w:t>
            </w:r>
            <w:r w:rsidRPr="00F22258">
              <w:rPr>
                <w:rFonts w:ascii="Poppins" w:hAnsi="Poppins" w:cs="Poppins"/>
                <w:b/>
              </w:rPr>
              <w:t xml:space="preserve"> – Modello Unità termoventilante Cassetta IdroLAN ECI 2</w:t>
            </w:r>
            <w:r w:rsidR="00382347">
              <w:rPr>
                <w:rFonts w:ascii="Poppins" w:hAnsi="Poppins" w:cs="Poppins"/>
                <w:b/>
              </w:rPr>
              <w:t>4</w:t>
            </w:r>
            <w:r w:rsidRPr="00F22258">
              <w:rPr>
                <w:rFonts w:ascii="Poppins" w:hAnsi="Poppins" w:cs="Poppins"/>
                <w:b/>
              </w:rPr>
              <w:t xml:space="preserve">45 o </w:t>
            </w:r>
            <w:r w:rsidR="00382347">
              <w:rPr>
                <w:rFonts w:ascii="Poppins" w:hAnsi="Poppins" w:cs="Poppins"/>
                <w:b/>
              </w:rPr>
              <w:t>equivalente.</w:t>
            </w:r>
          </w:p>
        </w:tc>
      </w:tr>
      <w:tr w:rsidR="00F22258" w14:paraId="0B599001" w14:textId="77777777" w:rsidTr="00610F7D">
        <w:tc>
          <w:tcPr>
            <w:tcW w:w="1398" w:type="dxa"/>
          </w:tcPr>
          <w:p w14:paraId="2EF3B112" w14:textId="53AAC7DC" w:rsidR="00F22258" w:rsidRPr="00F22258" w:rsidRDefault="00F22258" w:rsidP="00F22258">
            <w:pPr>
              <w:jc w:val="center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lastRenderedPageBreak/>
              <w:t>0701048</w:t>
            </w:r>
            <w:r w:rsidR="00382347">
              <w:rPr>
                <w:rFonts w:ascii="Poppins" w:hAnsi="Poppins" w:cs="Poppins"/>
                <w:sz w:val="20"/>
              </w:rPr>
              <w:t>7</w:t>
            </w:r>
          </w:p>
        </w:tc>
        <w:tc>
          <w:tcPr>
            <w:tcW w:w="2297" w:type="dxa"/>
          </w:tcPr>
          <w:p w14:paraId="55DCD45B" w14:textId="77777777" w:rsidR="00F22258" w:rsidRPr="00F22258" w:rsidRDefault="00F22258" w:rsidP="00F2225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22258">
              <w:rPr>
                <w:rFonts w:ascii="Poppins" w:hAnsi="Poppins" w:cs="Poppins"/>
              </w:rPr>
              <w:t>Unità termoventilante Cassetta IdroLAN</w:t>
            </w:r>
          </w:p>
          <w:p w14:paraId="13CB9894" w14:textId="4D27BB5C" w:rsidR="00F22258" w:rsidRPr="00F22258" w:rsidRDefault="00F22258" w:rsidP="00F2225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22258">
              <w:rPr>
                <w:rFonts w:ascii="Poppins" w:hAnsi="Poppins" w:cs="Poppins"/>
              </w:rPr>
              <w:t>ECI 2</w:t>
            </w:r>
            <w:r w:rsidR="00382347">
              <w:rPr>
                <w:rFonts w:ascii="Poppins" w:hAnsi="Poppins" w:cs="Poppins"/>
              </w:rPr>
              <w:t>4</w:t>
            </w:r>
            <w:r w:rsidRPr="00F22258">
              <w:rPr>
                <w:rFonts w:ascii="Poppins" w:hAnsi="Poppins" w:cs="Poppins"/>
              </w:rPr>
              <w:t>25-DC</w:t>
            </w:r>
          </w:p>
        </w:tc>
        <w:tc>
          <w:tcPr>
            <w:tcW w:w="5803" w:type="dxa"/>
          </w:tcPr>
          <w:p w14:paraId="04A9205D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Unità termoventilante, idronica, con tecnologia DC-Inverter, a cassette.</w:t>
            </w:r>
          </w:p>
          <w:p w14:paraId="55446B8A" w14:textId="77777777" w:rsidR="00382347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Funzionamento Raffreddamento, Riscaldamento, Deumidificazione, Automatico, Ventilazione.</w:t>
            </w:r>
          </w:p>
          <w:p w14:paraId="674B44E8" w14:textId="72AC40F2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Funzione Timer e Sleep (funzionamento notturno).</w:t>
            </w:r>
          </w:p>
          <w:p w14:paraId="4D9F702A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L’unità, del tipo a cassette da incasso a soffitto, è completa di scheda elettronica ”termoregolatore” Power IdroLAN predisposta per l’abbinamento alla console remota e/o alle altre schede elettroniche (configurazione singola Stand-Alone oppure centralizzata mediante rete ModBus RTU).</w:t>
            </w:r>
          </w:p>
          <w:p w14:paraId="789EED12" w14:textId="77777777" w:rsidR="00F22258" w:rsidRPr="00F22258" w:rsidRDefault="00F22258" w:rsidP="00382347">
            <w:pPr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elettrici.</w:t>
            </w:r>
          </w:p>
          <w:p w14:paraId="03F9C860" w14:textId="2703FC35" w:rsidR="00F22258" w:rsidRPr="00F22258" w:rsidRDefault="00F22258" w:rsidP="00382347">
            <w:pPr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 xml:space="preserve">Kit valvola motorizzata a 3 vie, per impianto a 2 tubi, di serie, premontato (costituito da valvola a 3 vie da </w:t>
            </w:r>
            <w:r w:rsidR="00382347">
              <w:rPr>
                <w:rFonts w:ascii="Poppins" w:hAnsi="Poppins" w:cs="Poppins"/>
                <w:sz w:val="20"/>
              </w:rPr>
              <w:t>3/4</w:t>
            </w:r>
            <w:r w:rsidRPr="00F22258">
              <w:rPr>
                <w:rFonts w:ascii="Poppins" w:hAnsi="Poppins" w:cs="Poppins"/>
                <w:sz w:val="20"/>
              </w:rPr>
              <w:t xml:space="preserve">” con Kvs= 2,5; servocomando elettrotermico NC, 230 Vac-50 Hz e kit tubi rame e raccordi con terminali </w:t>
            </w:r>
            <w:r w:rsidR="00382347">
              <w:rPr>
                <w:rFonts w:ascii="Poppins" w:hAnsi="Poppins" w:cs="Poppins"/>
                <w:sz w:val="20"/>
              </w:rPr>
              <w:t>1/2</w:t>
            </w:r>
            <w:r w:rsidRPr="00F22258">
              <w:rPr>
                <w:rFonts w:ascii="Poppins" w:hAnsi="Poppins" w:cs="Poppins"/>
                <w:sz w:val="20"/>
              </w:rPr>
              <w:t>” F).</w:t>
            </w:r>
          </w:p>
          <w:p w14:paraId="2088AFAB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 xml:space="preserve">Pompa di scarico condensa e valvola di intercettazione, con testina elettrotermica, incorporate. </w:t>
            </w:r>
          </w:p>
          <w:p w14:paraId="36C7EDB7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Presenta quattro deflettori con orientamento automatico del flusso dell’aria (ciascuno in abbinamento ad un ulteriore deflettore interno con movimento manuale), filtri aria, pannello spie.</w:t>
            </w:r>
          </w:p>
          <w:p w14:paraId="2EF760F8" w14:textId="77777777" w:rsidR="00F22258" w:rsidRPr="00F22258" w:rsidRDefault="00F22258" w:rsidP="0038234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34FDB9D" w14:textId="77777777" w:rsidR="00F22258" w:rsidRPr="00F22258" w:rsidRDefault="00F22258" w:rsidP="0038234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>
              <w:rPr>
                <w:rFonts w:ascii="Poppins" w:hAnsi="Poppins" w:cs="Poppins"/>
                <w:b/>
              </w:rPr>
              <w:t>Dati tecnici:</w:t>
            </w:r>
          </w:p>
          <w:p w14:paraId="09A907DB" w14:textId="77777777" w:rsidR="00F22258" w:rsidRPr="00382347" w:rsidRDefault="00F22258" w:rsidP="00382347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Potenza frigorifera med (min- max) 2,37 (1,63- 2,85) kW</w:t>
            </w:r>
          </w:p>
          <w:p w14:paraId="349F0CAA" w14:textId="77777777" w:rsidR="00F22258" w:rsidRPr="00382347" w:rsidRDefault="00F22258" w:rsidP="00382347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Portata d’acqua max velocità 490 l/h</w:t>
            </w:r>
          </w:p>
          <w:p w14:paraId="56E52BDC" w14:textId="732CAC96" w:rsidR="00F22258" w:rsidRPr="00382347" w:rsidRDefault="00F22258" w:rsidP="00382347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  <w:color w:val="000000"/>
              </w:rPr>
              <w:t>Perdita di carico max velocità 9,2 kPa</w:t>
            </w:r>
            <w:r w:rsidR="00382347" w:rsidRPr="00382347">
              <w:rPr>
                <w:rFonts w:ascii="Poppins" w:hAnsi="Poppins" w:cs="Poppins"/>
                <w:color w:val="000000"/>
              </w:rPr>
              <w:t xml:space="preserve"> </w:t>
            </w:r>
            <w:r w:rsidRPr="00382347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30D07AA7" w14:textId="77777777" w:rsidR="00F22258" w:rsidRPr="00382347" w:rsidRDefault="00F22258" w:rsidP="00382347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Potenza termica med (min- max) 2,38 (1,59- 2,99) kW</w:t>
            </w:r>
          </w:p>
          <w:p w14:paraId="48FE2971" w14:textId="77777777" w:rsidR="00F22258" w:rsidRPr="00382347" w:rsidRDefault="00F22258" w:rsidP="00382347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Portata d’acqua max velocità 514 l/h</w:t>
            </w:r>
          </w:p>
          <w:p w14:paraId="6A6A222C" w14:textId="4CD87172" w:rsidR="00F22258" w:rsidRPr="00382347" w:rsidRDefault="00F22258" w:rsidP="00382347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  <w:color w:val="000000"/>
              </w:rPr>
              <w:lastRenderedPageBreak/>
              <w:t>Perdita di carico max velocità 9,0 kPa</w:t>
            </w:r>
            <w:r w:rsidR="00382347" w:rsidRPr="00382347">
              <w:rPr>
                <w:rFonts w:ascii="Poppins" w:hAnsi="Poppins" w:cs="Poppins"/>
                <w:color w:val="000000"/>
              </w:rPr>
              <w:t xml:space="preserve"> </w:t>
            </w:r>
            <w:r w:rsidRPr="00382347">
              <w:rPr>
                <w:rFonts w:ascii="Poppins" w:hAnsi="Poppins" w:cs="Poppins"/>
              </w:rPr>
              <w:t>(temperatura acqua 45/40 °C; temperatura aria 20 °C)</w:t>
            </w:r>
          </w:p>
          <w:p w14:paraId="04ADDF9C" w14:textId="77777777" w:rsidR="00F22258" w:rsidRPr="00382347" w:rsidRDefault="00F22258" w:rsidP="00382347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Portata d’aria med (min- max) 425 (235- 605) m3/h</w:t>
            </w:r>
          </w:p>
          <w:p w14:paraId="1D680D2F" w14:textId="77777777" w:rsidR="00F22258" w:rsidRPr="00382347" w:rsidRDefault="00F22258" w:rsidP="00382347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3BCE8FAD" w14:textId="77777777" w:rsidR="00F22258" w:rsidRPr="00382347" w:rsidRDefault="00F22258" w:rsidP="00382347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Potenza massima assorbita 27 W</w:t>
            </w:r>
          </w:p>
          <w:p w14:paraId="7E6AC440" w14:textId="77777777" w:rsidR="00F22258" w:rsidRPr="00382347" w:rsidRDefault="00F22258" w:rsidP="00382347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Corrente max assorbita 0,20 A</w:t>
            </w:r>
          </w:p>
          <w:p w14:paraId="60F7B45F" w14:textId="77777777" w:rsidR="00F22258" w:rsidRPr="00382347" w:rsidRDefault="00F22258" w:rsidP="00382347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</w:rPr>
              <w:t xml:space="preserve">Livello di potenza sonora </w:t>
            </w:r>
            <w:r w:rsidRPr="00382347">
              <w:rPr>
                <w:rFonts w:ascii="Poppins" w:hAnsi="Poppins" w:cs="Poppins"/>
                <w:color w:val="000000"/>
              </w:rPr>
              <w:t>med (min- max) 47 (32- 55)</w:t>
            </w:r>
            <w:r w:rsidRPr="00382347">
              <w:rPr>
                <w:rFonts w:ascii="Poppins" w:hAnsi="Poppins" w:cs="Poppins"/>
              </w:rPr>
              <w:t xml:space="preserve"> dB(A)</w:t>
            </w:r>
          </w:p>
          <w:p w14:paraId="19CF9AB9" w14:textId="77777777" w:rsidR="00F22258" w:rsidRPr="00382347" w:rsidRDefault="00F22258" w:rsidP="00382347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</w:rPr>
              <w:t xml:space="preserve">Livello di pressione sonora </w:t>
            </w:r>
            <w:r w:rsidRPr="00382347">
              <w:rPr>
                <w:rFonts w:ascii="Poppins" w:hAnsi="Poppins" w:cs="Poppins"/>
                <w:color w:val="000000"/>
              </w:rPr>
              <w:t xml:space="preserve">med (min- max) </w:t>
            </w:r>
            <w:r w:rsidRPr="00382347">
              <w:rPr>
                <w:rFonts w:ascii="Poppins" w:hAnsi="Poppins" w:cs="Poppins"/>
              </w:rPr>
              <w:t>30 (15- 38) dB(A) - valori riferiti a fattore di direzionalità pari a 2 in campo chiuso, costante d’ambiente 300 m2 e distanza pari a 5 m.</w:t>
            </w:r>
          </w:p>
          <w:p w14:paraId="4C6F687F" w14:textId="77777777" w:rsidR="00F22258" w:rsidRPr="00382347" w:rsidRDefault="00F22258" w:rsidP="00382347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Dimensioni unità 600x600x328 mm</w:t>
            </w:r>
          </w:p>
          <w:p w14:paraId="6908C04D" w14:textId="77777777" w:rsidR="00F22258" w:rsidRPr="00382347" w:rsidRDefault="00F22258" w:rsidP="00382347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Peso 24,0 kg</w:t>
            </w:r>
          </w:p>
          <w:p w14:paraId="0FC646F5" w14:textId="1E1E0EB4" w:rsidR="00F22258" w:rsidRPr="00382347" w:rsidRDefault="00F22258" w:rsidP="00382347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382347" w:rsidRPr="00382347">
              <w:rPr>
                <w:rFonts w:ascii="Poppins" w:hAnsi="Poppins" w:cs="Poppins"/>
                <w:color w:val="000000"/>
              </w:rPr>
              <w:t>1/2</w:t>
            </w:r>
            <w:r w:rsidRPr="00382347">
              <w:rPr>
                <w:rFonts w:ascii="Poppins" w:hAnsi="Poppins" w:cs="Poppins"/>
                <w:color w:val="000000"/>
              </w:rPr>
              <w:t xml:space="preserve">” F </w:t>
            </w:r>
          </w:p>
          <w:p w14:paraId="449CD795" w14:textId="06A19669" w:rsidR="00F22258" w:rsidRPr="00382347" w:rsidRDefault="00F22258" w:rsidP="00382347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Pressione max di esercizio 10 bar</w:t>
            </w:r>
          </w:p>
          <w:p w14:paraId="500739E8" w14:textId="77777777" w:rsidR="00F22258" w:rsidRPr="00382347" w:rsidRDefault="00F22258" w:rsidP="00382347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Temperatura di esercizio min-max: 4-70 °C</w:t>
            </w:r>
          </w:p>
          <w:p w14:paraId="40455DC3" w14:textId="73B27103" w:rsidR="00F22258" w:rsidRPr="00382347" w:rsidRDefault="00F22258" w:rsidP="00382347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Attacco scarico condensa diametro 12 mm</w:t>
            </w:r>
          </w:p>
          <w:p w14:paraId="402ACB92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4D06FB0" w14:textId="613D9C93" w:rsidR="00F22258" w:rsidRPr="00F22258" w:rsidRDefault="00F22258" w:rsidP="0038234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F22258">
              <w:rPr>
                <w:rFonts w:ascii="Poppins" w:hAnsi="Poppins" w:cs="Poppins"/>
                <w:b/>
              </w:rPr>
              <w:t xml:space="preserve">Marca </w:t>
            </w:r>
            <w:r w:rsidR="00382347">
              <w:rPr>
                <w:rFonts w:ascii="Poppins" w:hAnsi="Poppins" w:cs="Poppins"/>
                <w:b/>
              </w:rPr>
              <w:t>Emmeti</w:t>
            </w:r>
            <w:r w:rsidRPr="00F22258">
              <w:rPr>
                <w:rFonts w:ascii="Poppins" w:hAnsi="Poppins" w:cs="Poppins"/>
                <w:b/>
              </w:rPr>
              <w:t xml:space="preserve"> – Modello Unità termoventilante Cassetta IdroLAN ECI 2</w:t>
            </w:r>
            <w:r w:rsidR="00382347">
              <w:rPr>
                <w:rFonts w:ascii="Poppins" w:hAnsi="Poppins" w:cs="Poppins"/>
                <w:b/>
              </w:rPr>
              <w:t>4</w:t>
            </w:r>
            <w:r w:rsidRPr="00F22258">
              <w:rPr>
                <w:rFonts w:ascii="Poppins" w:hAnsi="Poppins" w:cs="Poppins"/>
                <w:b/>
              </w:rPr>
              <w:t xml:space="preserve">25-DC o </w:t>
            </w:r>
            <w:r w:rsidR="00382347">
              <w:rPr>
                <w:rFonts w:ascii="Poppins" w:hAnsi="Poppins" w:cs="Poppins"/>
                <w:b/>
              </w:rPr>
              <w:t>equivalente.</w:t>
            </w:r>
          </w:p>
        </w:tc>
      </w:tr>
      <w:tr w:rsidR="00F22258" w:rsidRPr="007E69BB" w14:paraId="00CF1350" w14:textId="77777777" w:rsidTr="00610F7D">
        <w:tc>
          <w:tcPr>
            <w:tcW w:w="1398" w:type="dxa"/>
          </w:tcPr>
          <w:p w14:paraId="05F61A68" w14:textId="5A2933A9" w:rsidR="00F22258" w:rsidRPr="00F22258" w:rsidRDefault="00F22258" w:rsidP="00F22258">
            <w:pPr>
              <w:jc w:val="center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lastRenderedPageBreak/>
              <w:t>0701049</w:t>
            </w:r>
            <w:r w:rsidR="00382347">
              <w:rPr>
                <w:rFonts w:ascii="Poppins" w:hAnsi="Poppins" w:cs="Poppins"/>
                <w:sz w:val="20"/>
              </w:rPr>
              <w:t>2</w:t>
            </w:r>
          </w:p>
        </w:tc>
        <w:tc>
          <w:tcPr>
            <w:tcW w:w="2297" w:type="dxa"/>
          </w:tcPr>
          <w:p w14:paraId="4D5FC96B" w14:textId="77777777" w:rsidR="00F22258" w:rsidRPr="00F22258" w:rsidRDefault="00F22258" w:rsidP="00F2225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22258">
              <w:rPr>
                <w:rFonts w:ascii="Poppins" w:hAnsi="Poppins" w:cs="Poppins"/>
              </w:rPr>
              <w:t>Unità termoventilante Cassetta IdroLAN</w:t>
            </w:r>
          </w:p>
          <w:p w14:paraId="6EBEEC34" w14:textId="12DF29BB" w:rsidR="00F22258" w:rsidRPr="00F22258" w:rsidRDefault="00F22258" w:rsidP="00F2225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22258">
              <w:rPr>
                <w:rFonts w:ascii="Poppins" w:hAnsi="Poppins" w:cs="Poppins"/>
              </w:rPr>
              <w:t>ECI 2</w:t>
            </w:r>
            <w:r w:rsidR="00382347">
              <w:rPr>
                <w:rFonts w:ascii="Poppins" w:hAnsi="Poppins" w:cs="Poppins"/>
              </w:rPr>
              <w:t>4</w:t>
            </w:r>
            <w:r w:rsidRPr="00F22258">
              <w:rPr>
                <w:rFonts w:ascii="Poppins" w:hAnsi="Poppins" w:cs="Poppins"/>
              </w:rPr>
              <w:t>45-DC</w:t>
            </w:r>
          </w:p>
        </w:tc>
        <w:tc>
          <w:tcPr>
            <w:tcW w:w="5803" w:type="dxa"/>
          </w:tcPr>
          <w:p w14:paraId="2D787B08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Unità termoventilante, idronica, con tecnologia DC-Inverter, a cassette.</w:t>
            </w:r>
          </w:p>
          <w:p w14:paraId="2146A50E" w14:textId="77777777" w:rsidR="00382347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Funzionamento Raffreddamento, Riscaldamento, Deumidificazione, Automatico, Ventilazione.</w:t>
            </w:r>
          </w:p>
          <w:p w14:paraId="0214AA5E" w14:textId="6D3EE791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Funzione Timer e Sleep (funzionamento notturno).</w:t>
            </w:r>
          </w:p>
          <w:p w14:paraId="6DD87E0F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L’unità, del tipo a cassette da incasso a soffitto, è completa di scheda elettronica ”termoregolatore” Power IdroLAN predisposta per l’abbinamento alla console remota e/o alle altre schede elettroniche (configurazione singola Stand-Alone oppure centralizzata mediante rete ModBus RTU).</w:t>
            </w:r>
          </w:p>
          <w:p w14:paraId="25690236" w14:textId="77777777" w:rsidR="00F22258" w:rsidRPr="00F22258" w:rsidRDefault="00F22258" w:rsidP="00382347">
            <w:pPr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elettrici.</w:t>
            </w:r>
          </w:p>
          <w:p w14:paraId="4886864B" w14:textId="28362079" w:rsidR="00F22258" w:rsidRPr="00F22258" w:rsidRDefault="00F22258" w:rsidP="00382347">
            <w:pPr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 xml:space="preserve">Kit valvola motorizzata a 3 vie, per impianto a 2 tubi, di serie, premontato (costituito da valvola a 3 vie da </w:t>
            </w:r>
            <w:r w:rsidR="00382347">
              <w:rPr>
                <w:rFonts w:ascii="Poppins" w:hAnsi="Poppins" w:cs="Poppins"/>
                <w:sz w:val="20"/>
              </w:rPr>
              <w:t>3/4</w:t>
            </w:r>
            <w:r w:rsidRPr="00F22258">
              <w:rPr>
                <w:rFonts w:ascii="Poppins" w:hAnsi="Poppins" w:cs="Poppins"/>
                <w:sz w:val="20"/>
              </w:rPr>
              <w:t xml:space="preserve">” </w:t>
            </w:r>
            <w:r w:rsidRPr="00F22258">
              <w:rPr>
                <w:rFonts w:ascii="Poppins" w:hAnsi="Poppins" w:cs="Poppins"/>
                <w:sz w:val="20"/>
              </w:rPr>
              <w:lastRenderedPageBreak/>
              <w:t xml:space="preserve">con Kvs= 2,5; servocomando elettrotermico NC, 230 Vac-50 Hz e kit tubi rame e raccordi con terminali </w:t>
            </w:r>
            <w:r w:rsidR="00382347">
              <w:rPr>
                <w:rFonts w:ascii="Poppins" w:hAnsi="Poppins" w:cs="Poppins"/>
                <w:sz w:val="20"/>
              </w:rPr>
              <w:t>1/2</w:t>
            </w:r>
            <w:r w:rsidRPr="00F22258">
              <w:rPr>
                <w:rFonts w:ascii="Poppins" w:hAnsi="Poppins" w:cs="Poppins"/>
                <w:sz w:val="20"/>
              </w:rPr>
              <w:t>” F).</w:t>
            </w:r>
          </w:p>
          <w:p w14:paraId="6BDAB952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 xml:space="preserve">Pompa di scarico condensa e valvola di intercettazione, con testina elettrotermica, incorporate. </w:t>
            </w:r>
          </w:p>
          <w:p w14:paraId="410462F8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Presenta quattro deflettori con orientamento automatico del flusso dell’aria (ciascuno in abbinamento ad un ulteriore deflettore interno con movimento manuale), filtri aria, pannello spie.</w:t>
            </w:r>
          </w:p>
          <w:p w14:paraId="60559863" w14:textId="77777777" w:rsidR="00F22258" w:rsidRPr="00F22258" w:rsidRDefault="00F22258" w:rsidP="0038234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EC3F511" w14:textId="77777777" w:rsidR="00F22258" w:rsidRPr="00F22258" w:rsidRDefault="00F22258" w:rsidP="0038234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>
              <w:rPr>
                <w:rFonts w:ascii="Poppins" w:hAnsi="Poppins" w:cs="Poppins"/>
                <w:b/>
              </w:rPr>
              <w:t>Dati tecnici:</w:t>
            </w:r>
          </w:p>
          <w:p w14:paraId="4E9D649E" w14:textId="77777777" w:rsidR="00F22258" w:rsidRPr="00382347" w:rsidRDefault="00F22258" w:rsidP="00382347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Potenza frigorifera med (min- max) 3,64 (2,56- 4,85) kW</w:t>
            </w:r>
          </w:p>
          <w:p w14:paraId="0729DA44" w14:textId="77777777" w:rsidR="00F22258" w:rsidRPr="00382347" w:rsidRDefault="00F22258" w:rsidP="00382347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Portata d’acqua max velocità 834 l/h</w:t>
            </w:r>
          </w:p>
          <w:p w14:paraId="067D5832" w14:textId="150E420B" w:rsidR="00F22258" w:rsidRPr="00382347" w:rsidRDefault="00F22258" w:rsidP="00382347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  <w:color w:val="000000"/>
              </w:rPr>
              <w:t>Perdita di carico max velocità 17,2 kPa</w:t>
            </w:r>
            <w:r w:rsidR="00382347" w:rsidRPr="00382347">
              <w:rPr>
                <w:rFonts w:ascii="Poppins" w:hAnsi="Poppins" w:cs="Poppins"/>
                <w:color w:val="000000"/>
              </w:rPr>
              <w:t xml:space="preserve"> </w:t>
            </w:r>
            <w:r w:rsidRPr="00382347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11AD1929" w14:textId="77777777" w:rsidR="00F22258" w:rsidRPr="00382347" w:rsidRDefault="00F22258" w:rsidP="00382347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Potenza termica med (min- max) 3,52 (2,33- 4,91) kW</w:t>
            </w:r>
          </w:p>
          <w:p w14:paraId="38AAE6B4" w14:textId="77777777" w:rsidR="00F22258" w:rsidRPr="00382347" w:rsidRDefault="00F22258" w:rsidP="00382347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Portata d’acqua max velocità 845 l/h</w:t>
            </w:r>
          </w:p>
          <w:p w14:paraId="23AE3F32" w14:textId="29774750" w:rsidR="00F22258" w:rsidRPr="00382347" w:rsidRDefault="00F22258" w:rsidP="00382347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  <w:color w:val="000000"/>
              </w:rPr>
              <w:t>Perdita di carico max velocità 16,2 kPa</w:t>
            </w:r>
            <w:r w:rsidR="00382347" w:rsidRPr="00382347">
              <w:rPr>
                <w:rFonts w:ascii="Poppins" w:hAnsi="Poppins" w:cs="Poppins"/>
                <w:color w:val="000000"/>
              </w:rPr>
              <w:t xml:space="preserve"> </w:t>
            </w:r>
            <w:r w:rsidRPr="00382347">
              <w:rPr>
                <w:rFonts w:ascii="Poppins" w:hAnsi="Poppins" w:cs="Poppins"/>
              </w:rPr>
              <w:t>(temperatura acqua 45/40 °C; temperatura aria 20 °C)</w:t>
            </w:r>
          </w:p>
          <w:p w14:paraId="6EBB3468" w14:textId="77777777" w:rsidR="00F22258" w:rsidRPr="00382347" w:rsidRDefault="00F22258" w:rsidP="00382347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Portata d’aria med (min- max) 492 (314- 733) m3/h</w:t>
            </w:r>
          </w:p>
          <w:p w14:paraId="1ED6726B" w14:textId="77777777" w:rsidR="00F22258" w:rsidRPr="00382347" w:rsidRDefault="00F22258" w:rsidP="00382347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23F0376F" w14:textId="77777777" w:rsidR="00F22258" w:rsidRPr="00382347" w:rsidRDefault="00F22258" w:rsidP="00382347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Potenza massima assorbita 42 W</w:t>
            </w:r>
          </w:p>
          <w:p w14:paraId="518B5884" w14:textId="77777777" w:rsidR="00F22258" w:rsidRPr="00382347" w:rsidRDefault="00F22258" w:rsidP="00382347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Corrente max assorbita 0,40 A</w:t>
            </w:r>
          </w:p>
          <w:p w14:paraId="69CFACD2" w14:textId="77777777" w:rsidR="00F22258" w:rsidRPr="00382347" w:rsidRDefault="00F22258" w:rsidP="00382347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</w:rPr>
              <w:t xml:space="preserve">Livello di potenza sonora </w:t>
            </w:r>
            <w:r w:rsidRPr="00382347">
              <w:rPr>
                <w:rFonts w:ascii="Poppins" w:hAnsi="Poppins" w:cs="Poppins"/>
                <w:color w:val="000000"/>
              </w:rPr>
              <w:t>med (min- max) 49 (39- 59)</w:t>
            </w:r>
            <w:r w:rsidRPr="00382347">
              <w:rPr>
                <w:rFonts w:ascii="Poppins" w:hAnsi="Poppins" w:cs="Poppins"/>
              </w:rPr>
              <w:t xml:space="preserve"> dB(A)</w:t>
            </w:r>
          </w:p>
          <w:p w14:paraId="5F25F191" w14:textId="262563FF" w:rsidR="00F22258" w:rsidRPr="00382347" w:rsidRDefault="00F22258" w:rsidP="00382347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</w:rPr>
              <w:t xml:space="preserve">Livello di pressione sonora </w:t>
            </w:r>
            <w:r w:rsidRPr="00382347">
              <w:rPr>
                <w:rFonts w:ascii="Poppins" w:hAnsi="Poppins" w:cs="Poppins"/>
                <w:color w:val="000000"/>
              </w:rPr>
              <w:t xml:space="preserve">med (min- max) </w:t>
            </w:r>
            <w:r w:rsidRPr="00382347">
              <w:rPr>
                <w:rFonts w:ascii="Poppins" w:hAnsi="Poppins" w:cs="Poppins"/>
              </w:rPr>
              <w:t>32 (22- 42) dB(A) - valori riferiti a fattore di direzionalità pari a 2 in campo chiuso, costante d’ambiente 300 m2 e distanza pari a 5 m</w:t>
            </w:r>
          </w:p>
          <w:p w14:paraId="4DB13C7D" w14:textId="77777777" w:rsidR="00F22258" w:rsidRPr="00382347" w:rsidRDefault="00F22258" w:rsidP="00382347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Dimensioni unità 600x600x328 mm</w:t>
            </w:r>
          </w:p>
          <w:p w14:paraId="236A6812" w14:textId="77777777" w:rsidR="00F22258" w:rsidRPr="00382347" w:rsidRDefault="00F22258" w:rsidP="00382347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Peso 25,4 kg</w:t>
            </w:r>
          </w:p>
          <w:p w14:paraId="44273A27" w14:textId="72727BF6" w:rsidR="00F22258" w:rsidRPr="00382347" w:rsidRDefault="00F22258" w:rsidP="00382347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382347" w:rsidRPr="00382347">
              <w:rPr>
                <w:rFonts w:ascii="Poppins" w:hAnsi="Poppins" w:cs="Poppins"/>
                <w:color w:val="000000"/>
              </w:rPr>
              <w:t>1/2</w:t>
            </w:r>
            <w:r w:rsidRPr="00382347">
              <w:rPr>
                <w:rFonts w:ascii="Poppins" w:hAnsi="Poppins" w:cs="Poppins"/>
                <w:color w:val="000000"/>
              </w:rPr>
              <w:t xml:space="preserve">” F </w:t>
            </w:r>
          </w:p>
          <w:p w14:paraId="2FEECC2D" w14:textId="4AFB6D03" w:rsidR="00F22258" w:rsidRPr="00382347" w:rsidRDefault="00F22258" w:rsidP="00382347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Pressione max di esercizio 10 bar</w:t>
            </w:r>
          </w:p>
          <w:p w14:paraId="771BA44D" w14:textId="77777777" w:rsidR="00F22258" w:rsidRPr="00382347" w:rsidRDefault="00F22258" w:rsidP="00382347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Temperatura di esercizio min-max: 4-70 °C</w:t>
            </w:r>
          </w:p>
          <w:p w14:paraId="7A7B0286" w14:textId="7A29BAF8" w:rsidR="00F22258" w:rsidRPr="00382347" w:rsidRDefault="00F22258" w:rsidP="00382347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Attacco scarico condensa diametro 12 mm</w:t>
            </w:r>
          </w:p>
          <w:p w14:paraId="5C1CC5E4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6E0955E" w14:textId="491B97AF" w:rsidR="00F22258" w:rsidRPr="00F22258" w:rsidRDefault="00F22258" w:rsidP="0038234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F22258">
              <w:rPr>
                <w:rFonts w:ascii="Poppins" w:hAnsi="Poppins" w:cs="Poppins"/>
                <w:b/>
              </w:rPr>
              <w:lastRenderedPageBreak/>
              <w:t xml:space="preserve">Marca </w:t>
            </w:r>
            <w:r w:rsidR="00382347">
              <w:rPr>
                <w:rFonts w:ascii="Poppins" w:hAnsi="Poppins" w:cs="Poppins"/>
                <w:b/>
              </w:rPr>
              <w:t>Emmeti</w:t>
            </w:r>
            <w:r w:rsidRPr="00F22258">
              <w:rPr>
                <w:rFonts w:ascii="Poppins" w:hAnsi="Poppins" w:cs="Poppins"/>
                <w:b/>
              </w:rPr>
              <w:t xml:space="preserve"> – Modello Unità termoventilante Cassetta IdroLAN ECI 2</w:t>
            </w:r>
            <w:r w:rsidR="00382347">
              <w:rPr>
                <w:rFonts w:ascii="Poppins" w:hAnsi="Poppins" w:cs="Poppins"/>
                <w:b/>
              </w:rPr>
              <w:t>4</w:t>
            </w:r>
            <w:r w:rsidRPr="00F22258">
              <w:rPr>
                <w:rFonts w:ascii="Poppins" w:hAnsi="Poppins" w:cs="Poppins"/>
                <w:b/>
              </w:rPr>
              <w:t xml:space="preserve">45-DC o </w:t>
            </w:r>
            <w:r w:rsidR="00382347">
              <w:rPr>
                <w:rFonts w:ascii="Poppins" w:hAnsi="Poppins" w:cs="Poppins"/>
                <w:b/>
              </w:rPr>
              <w:t>equivalente.</w:t>
            </w:r>
          </w:p>
        </w:tc>
      </w:tr>
      <w:tr w:rsidR="00F22258" w:rsidRPr="007E69BB" w14:paraId="61E7C9CD" w14:textId="77777777" w:rsidTr="00610F7D">
        <w:tc>
          <w:tcPr>
            <w:tcW w:w="1398" w:type="dxa"/>
          </w:tcPr>
          <w:p w14:paraId="2324A793" w14:textId="385FA818" w:rsidR="00F22258" w:rsidRPr="00F22258" w:rsidRDefault="00F22258" w:rsidP="00F22258">
            <w:pPr>
              <w:jc w:val="center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lastRenderedPageBreak/>
              <w:t>0701047</w:t>
            </w:r>
            <w:r w:rsidR="00382347">
              <w:rPr>
                <w:rFonts w:ascii="Poppins" w:hAnsi="Poppins" w:cs="Poppins"/>
                <w:sz w:val="20"/>
              </w:rPr>
              <w:t>7</w:t>
            </w:r>
          </w:p>
        </w:tc>
        <w:tc>
          <w:tcPr>
            <w:tcW w:w="2297" w:type="dxa"/>
          </w:tcPr>
          <w:p w14:paraId="503D7F21" w14:textId="77777777" w:rsidR="00F22258" w:rsidRPr="00F22258" w:rsidRDefault="00F22258" w:rsidP="00F2225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22258">
              <w:rPr>
                <w:rFonts w:ascii="Poppins" w:hAnsi="Poppins" w:cs="Poppins"/>
              </w:rPr>
              <w:t>Unità termoventilante Cassetta IdroLAN</w:t>
            </w:r>
          </w:p>
          <w:p w14:paraId="6242FA54" w14:textId="35B462EA" w:rsidR="00F22258" w:rsidRPr="00F22258" w:rsidRDefault="00F22258" w:rsidP="00F2225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22258">
              <w:rPr>
                <w:rFonts w:ascii="Poppins" w:hAnsi="Poppins" w:cs="Poppins"/>
              </w:rPr>
              <w:t>ECI 2</w:t>
            </w:r>
            <w:r w:rsidR="00382347">
              <w:rPr>
                <w:rFonts w:ascii="Poppins" w:hAnsi="Poppins" w:cs="Poppins"/>
              </w:rPr>
              <w:t>4</w:t>
            </w:r>
            <w:r w:rsidRPr="00F22258">
              <w:rPr>
                <w:rFonts w:ascii="Poppins" w:hAnsi="Poppins" w:cs="Poppins"/>
              </w:rPr>
              <w:t>85</w:t>
            </w:r>
          </w:p>
        </w:tc>
        <w:tc>
          <w:tcPr>
            <w:tcW w:w="5803" w:type="dxa"/>
          </w:tcPr>
          <w:p w14:paraId="3E8A48E0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Unità termoventilante, idronica, a cassette.</w:t>
            </w:r>
          </w:p>
          <w:p w14:paraId="66D51426" w14:textId="77777777" w:rsidR="00382347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Funzionamento Raffreddamento, Riscaldamento, Deumidificazione, Automatico, Ventilazione.</w:t>
            </w:r>
          </w:p>
          <w:p w14:paraId="5A1A837A" w14:textId="76B3B288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Funzione Timer e Sleep (funzionamento notturno).</w:t>
            </w:r>
          </w:p>
          <w:p w14:paraId="4632D1D0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L’unità, del tipo a cassette da incasso a soffitto, è completa di scheda elettronica ”termoregolatore” Power IdroLAN predisposta per l’abbinamento alla console remota e/o alle altre schede elettroniche (configurazione singola Stand-Alone oppure centralizzata mediante rete ModBus RTU).</w:t>
            </w:r>
          </w:p>
          <w:p w14:paraId="26A7E105" w14:textId="6B0E14BF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Motore a tre velocità (230 Vac/1 Ph/50 Hz)</w:t>
            </w:r>
            <w:r w:rsidR="00382347">
              <w:rPr>
                <w:rFonts w:ascii="Poppins" w:hAnsi="Poppins" w:cs="Poppins"/>
                <w:sz w:val="20"/>
              </w:rPr>
              <w:t>.</w:t>
            </w:r>
          </w:p>
          <w:p w14:paraId="11704919" w14:textId="057B1459" w:rsidR="00F22258" w:rsidRPr="00F22258" w:rsidRDefault="00F22258" w:rsidP="00382347">
            <w:pPr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 xml:space="preserve">Kit valvola motorizzata a 3 vie, per impianto a 2 tubi, di serie, premontato (costituito da valvola a 3 vie da </w:t>
            </w:r>
            <w:r w:rsidR="00382347">
              <w:rPr>
                <w:rFonts w:ascii="Poppins" w:hAnsi="Poppins" w:cs="Poppins"/>
                <w:sz w:val="20"/>
              </w:rPr>
              <w:t>3/4</w:t>
            </w:r>
            <w:r w:rsidRPr="00F22258">
              <w:rPr>
                <w:rFonts w:ascii="Poppins" w:hAnsi="Poppins" w:cs="Poppins"/>
                <w:sz w:val="20"/>
              </w:rPr>
              <w:t xml:space="preserve">” con Kvs= 2,5; servocomando elettrotermico NC, 230 Vac-50 Hz e kit tubi rame e raccordi con terminali </w:t>
            </w:r>
            <w:r w:rsidR="00382347">
              <w:rPr>
                <w:rFonts w:ascii="Poppins" w:hAnsi="Poppins" w:cs="Poppins"/>
                <w:sz w:val="20"/>
              </w:rPr>
              <w:t>1/2</w:t>
            </w:r>
            <w:r w:rsidRPr="00F22258">
              <w:rPr>
                <w:rFonts w:ascii="Poppins" w:hAnsi="Poppins" w:cs="Poppins"/>
                <w:sz w:val="20"/>
              </w:rPr>
              <w:t>” F).</w:t>
            </w:r>
          </w:p>
          <w:p w14:paraId="1BB0F41D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 xml:space="preserve">Pompa di scarico condensa e valvola di intercettazione, con testina elettrotermica, incorporate. </w:t>
            </w:r>
          </w:p>
          <w:p w14:paraId="6E91C091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Presenta quattro deflettori con orientamento automatico del flusso dell’aria (ciascuno in abbinamento ad un ulteriore deflettore interno con movimento manuale), filtri aria, pannello spie.</w:t>
            </w:r>
          </w:p>
          <w:p w14:paraId="6895782E" w14:textId="77777777" w:rsidR="00F22258" w:rsidRPr="00F22258" w:rsidRDefault="00F22258" w:rsidP="0038234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9306024" w14:textId="77777777" w:rsidR="00F22258" w:rsidRPr="00F22258" w:rsidRDefault="00F22258" w:rsidP="0038234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>
              <w:rPr>
                <w:rFonts w:ascii="Poppins" w:hAnsi="Poppins" w:cs="Poppins"/>
                <w:b/>
              </w:rPr>
              <w:t>Dati tecnici:</w:t>
            </w:r>
          </w:p>
          <w:p w14:paraId="5FE52057" w14:textId="77777777" w:rsidR="00F22258" w:rsidRPr="00382347" w:rsidRDefault="00F22258" w:rsidP="00382347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Potenza frigorifera med (min- max) 6,49 (3,86- 8,63) kW</w:t>
            </w:r>
          </w:p>
          <w:p w14:paraId="74168C95" w14:textId="77777777" w:rsidR="00F22258" w:rsidRPr="00382347" w:rsidRDefault="00F22258" w:rsidP="00382347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Portata d’acqua max velocità 1484 l/h</w:t>
            </w:r>
          </w:p>
          <w:p w14:paraId="7429620A" w14:textId="5A539664" w:rsidR="00F22258" w:rsidRPr="00382347" w:rsidRDefault="00F22258" w:rsidP="00382347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  <w:color w:val="000000"/>
              </w:rPr>
              <w:t>Perdita di carico max velocità 20,1 kPa</w:t>
            </w:r>
            <w:r w:rsidR="00382347" w:rsidRPr="00382347">
              <w:rPr>
                <w:rFonts w:ascii="Poppins" w:hAnsi="Poppins" w:cs="Poppins"/>
                <w:color w:val="000000"/>
              </w:rPr>
              <w:t xml:space="preserve"> </w:t>
            </w:r>
            <w:r w:rsidRPr="00382347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72A31590" w14:textId="77777777" w:rsidR="00F22258" w:rsidRPr="00382347" w:rsidRDefault="00F22258" w:rsidP="00382347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Potenza termica med (min- max) 5,70 (3,25- 8,33) kW</w:t>
            </w:r>
          </w:p>
          <w:p w14:paraId="757F1FEF" w14:textId="77777777" w:rsidR="00F22258" w:rsidRPr="00382347" w:rsidRDefault="00F22258" w:rsidP="00382347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Portata d’acqua max velocità 1433 l/h</w:t>
            </w:r>
          </w:p>
          <w:p w14:paraId="737FC4F2" w14:textId="1B4A8532" w:rsidR="00F22258" w:rsidRPr="00382347" w:rsidRDefault="00F22258" w:rsidP="00382347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  <w:color w:val="000000"/>
              </w:rPr>
              <w:t>Perdita di carico max velocità 12,1 kPa</w:t>
            </w:r>
            <w:r w:rsidR="00382347" w:rsidRPr="00382347">
              <w:rPr>
                <w:rFonts w:ascii="Poppins" w:hAnsi="Poppins" w:cs="Poppins"/>
                <w:color w:val="000000"/>
              </w:rPr>
              <w:t xml:space="preserve"> </w:t>
            </w:r>
            <w:r w:rsidRPr="00382347">
              <w:rPr>
                <w:rFonts w:ascii="Poppins" w:hAnsi="Poppins" w:cs="Poppins"/>
              </w:rPr>
              <w:t>(temperatura acqua 45/40 °C; temperatura aria 20 °C)</w:t>
            </w:r>
          </w:p>
          <w:p w14:paraId="07B3768C" w14:textId="77777777" w:rsidR="00F22258" w:rsidRPr="00382347" w:rsidRDefault="00F22258" w:rsidP="00382347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Portata d’aria med (min- max) 790 (420- 1240) m3/h</w:t>
            </w:r>
          </w:p>
          <w:p w14:paraId="0AD78B71" w14:textId="77777777" w:rsidR="00F22258" w:rsidRPr="00382347" w:rsidRDefault="00F22258" w:rsidP="00382347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0A0D1278" w14:textId="77777777" w:rsidR="00F22258" w:rsidRPr="00382347" w:rsidRDefault="00F22258" w:rsidP="00382347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Potenza massima assorbita 129 W</w:t>
            </w:r>
          </w:p>
          <w:p w14:paraId="328A43B6" w14:textId="77777777" w:rsidR="00F22258" w:rsidRPr="00382347" w:rsidRDefault="00F22258" w:rsidP="00382347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lastRenderedPageBreak/>
              <w:t>Corrente max assorbita 0,60 A</w:t>
            </w:r>
          </w:p>
          <w:p w14:paraId="7D5466D8" w14:textId="77777777" w:rsidR="00F22258" w:rsidRPr="00382347" w:rsidRDefault="00F22258" w:rsidP="00382347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</w:rPr>
              <w:t xml:space="preserve">Livello di potenza sonora </w:t>
            </w:r>
            <w:r w:rsidRPr="00382347">
              <w:rPr>
                <w:rFonts w:ascii="Poppins" w:hAnsi="Poppins" w:cs="Poppins"/>
                <w:color w:val="000000"/>
              </w:rPr>
              <w:t>med (min- max) 45 (30- 54)</w:t>
            </w:r>
            <w:r w:rsidRPr="00382347">
              <w:rPr>
                <w:rFonts w:ascii="Poppins" w:hAnsi="Poppins" w:cs="Poppins"/>
              </w:rPr>
              <w:t xml:space="preserve"> dB(A)</w:t>
            </w:r>
          </w:p>
          <w:p w14:paraId="29FA627C" w14:textId="605E5053" w:rsidR="00F22258" w:rsidRPr="00382347" w:rsidRDefault="00F22258" w:rsidP="00382347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</w:rPr>
              <w:t xml:space="preserve">Livello di pressione sonora </w:t>
            </w:r>
            <w:r w:rsidRPr="00382347">
              <w:rPr>
                <w:rFonts w:ascii="Poppins" w:hAnsi="Poppins" w:cs="Poppins"/>
                <w:color w:val="000000"/>
              </w:rPr>
              <w:t xml:space="preserve">med (min- max) </w:t>
            </w:r>
            <w:r w:rsidRPr="00382347">
              <w:rPr>
                <w:rFonts w:ascii="Poppins" w:hAnsi="Poppins" w:cs="Poppins"/>
              </w:rPr>
              <w:t>28 (13- 37) dB(A) - valori riferiti a fattore di direzionalità pari a 2 in campo chiuso, costante d’ambiente 300 m2 e distanza pari a 5 m</w:t>
            </w:r>
          </w:p>
          <w:p w14:paraId="05A0E5D3" w14:textId="77777777" w:rsidR="00F22258" w:rsidRPr="00382347" w:rsidRDefault="00F22258" w:rsidP="00382347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Dimensioni unità 900x900x360 mm</w:t>
            </w:r>
          </w:p>
          <w:p w14:paraId="089D7AAA" w14:textId="77777777" w:rsidR="00F22258" w:rsidRPr="00382347" w:rsidRDefault="00F22258" w:rsidP="00382347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Peso</w:t>
            </w:r>
            <w:r w:rsidRPr="00382347">
              <w:rPr>
                <w:rFonts w:ascii="Poppins" w:hAnsi="Poppins" w:cs="Poppins"/>
              </w:rPr>
              <w:t xml:space="preserve"> 45,0 k</w:t>
            </w:r>
            <w:r w:rsidRPr="00382347">
              <w:rPr>
                <w:rFonts w:ascii="Poppins" w:hAnsi="Poppins" w:cs="Poppins"/>
                <w:color w:val="000000"/>
              </w:rPr>
              <w:t>g</w:t>
            </w:r>
          </w:p>
          <w:p w14:paraId="1C778947" w14:textId="69CADF72" w:rsidR="00F22258" w:rsidRPr="00382347" w:rsidRDefault="00F22258" w:rsidP="00382347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382347" w:rsidRPr="00382347">
              <w:rPr>
                <w:rFonts w:ascii="Poppins" w:hAnsi="Poppins" w:cs="Poppins"/>
                <w:color w:val="000000"/>
              </w:rPr>
              <w:t>1/2</w:t>
            </w:r>
            <w:r w:rsidRPr="00382347">
              <w:rPr>
                <w:rFonts w:ascii="Poppins" w:hAnsi="Poppins" w:cs="Poppins"/>
                <w:color w:val="000000"/>
              </w:rPr>
              <w:t>” F</w:t>
            </w:r>
          </w:p>
          <w:p w14:paraId="30DA2124" w14:textId="3E3DAD97" w:rsidR="00F22258" w:rsidRPr="00382347" w:rsidRDefault="00F22258" w:rsidP="00382347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Pressione max di esercizio 10 bar</w:t>
            </w:r>
          </w:p>
          <w:p w14:paraId="3B362C55" w14:textId="77777777" w:rsidR="00F22258" w:rsidRPr="00382347" w:rsidRDefault="00F22258" w:rsidP="00382347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Temperatura di esercizio min-max: 4-70 °C</w:t>
            </w:r>
          </w:p>
          <w:p w14:paraId="284F92F2" w14:textId="01B5CA9A" w:rsidR="00F22258" w:rsidRPr="00382347" w:rsidRDefault="00F22258" w:rsidP="00382347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Attacco scarico condensa diametro 12 mm</w:t>
            </w:r>
          </w:p>
          <w:p w14:paraId="0FC50E22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5BBD504" w14:textId="55E9B81B" w:rsidR="00F22258" w:rsidRPr="00F22258" w:rsidRDefault="00F22258" w:rsidP="0038234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F22258">
              <w:rPr>
                <w:rFonts w:ascii="Poppins" w:hAnsi="Poppins" w:cs="Poppins"/>
                <w:b/>
              </w:rPr>
              <w:t xml:space="preserve">Marca </w:t>
            </w:r>
            <w:r w:rsidR="00382347">
              <w:rPr>
                <w:rFonts w:ascii="Poppins" w:hAnsi="Poppins" w:cs="Poppins"/>
                <w:b/>
              </w:rPr>
              <w:t>Emmeti</w:t>
            </w:r>
            <w:r w:rsidRPr="00F22258">
              <w:rPr>
                <w:rFonts w:ascii="Poppins" w:hAnsi="Poppins" w:cs="Poppins"/>
                <w:b/>
              </w:rPr>
              <w:t xml:space="preserve"> – Modello Unità termoventilante Cassetta IdroLAN ECI 2</w:t>
            </w:r>
            <w:r w:rsidR="00382347">
              <w:rPr>
                <w:rFonts w:ascii="Poppins" w:hAnsi="Poppins" w:cs="Poppins"/>
                <w:b/>
              </w:rPr>
              <w:t>4</w:t>
            </w:r>
            <w:r w:rsidRPr="00F22258">
              <w:rPr>
                <w:rFonts w:ascii="Poppins" w:hAnsi="Poppins" w:cs="Poppins"/>
                <w:b/>
              </w:rPr>
              <w:t xml:space="preserve">85 o </w:t>
            </w:r>
            <w:r w:rsidR="00382347">
              <w:rPr>
                <w:rFonts w:ascii="Poppins" w:hAnsi="Poppins" w:cs="Poppins"/>
                <w:b/>
              </w:rPr>
              <w:t>equivalente.</w:t>
            </w:r>
          </w:p>
        </w:tc>
      </w:tr>
      <w:tr w:rsidR="00F22258" w:rsidRPr="007E69BB" w14:paraId="66528263" w14:textId="77777777" w:rsidTr="00610F7D">
        <w:tc>
          <w:tcPr>
            <w:tcW w:w="1398" w:type="dxa"/>
          </w:tcPr>
          <w:p w14:paraId="1435A507" w14:textId="316778AD" w:rsidR="00F22258" w:rsidRPr="00F22258" w:rsidRDefault="00F22258" w:rsidP="00F22258">
            <w:pPr>
              <w:jc w:val="center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lastRenderedPageBreak/>
              <w:t>0701048</w:t>
            </w:r>
            <w:r w:rsidR="00382347">
              <w:rPr>
                <w:rFonts w:ascii="Poppins" w:hAnsi="Poppins" w:cs="Poppins"/>
                <w:sz w:val="20"/>
              </w:rPr>
              <w:t>2</w:t>
            </w:r>
          </w:p>
        </w:tc>
        <w:tc>
          <w:tcPr>
            <w:tcW w:w="2297" w:type="dxa"/>
          </w:tcPr>
          <w:p w14:paraId="6908B211" w14:textId="77777777" w:rsidR="00F22258" w:rsidRPr="00F22258" w:rsidRDefault="00F22258" w:rsidP="00F2225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22258">
              <w:rPr>
                <w:rFonts w:ascii="Poppins" w:hAnsi="Poppins" w:cs="Poppins"/>
              </w:rPr>
              <w:t>Unità termoventilante Cassetta IdroLAN</w:t>
            </w:r>
          </w:p>
          <w:p w14:paraId="0DA41CAE" w14:textId="757BC4E9" w:rsidR="00F22258" w:rsidRPr="00F22258" w:rsidRDefault="00F22258" w:rsidP="00F2225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22258">
              <w:rPr>
                <w:rFonts w:ascii="Poppins" w:hAnsi="Poppins" w:cs="Poppins"/>
              </w:rPr>
              <w:t>ECI 2</w:t>
            </w:r>
            <w:r w:rsidR="00382347">
              <w:rPr>
                <w:rFonts w:ascii="Poppins" w:hAnsi="Poppins" w:cs="Poppins"/>
              </w:rPr>
              <w:t>4</w:t>
            </w:r>
            <w:r w:rsidRPr="00F22258">
              <w:rPr>
                <w:rFonts w:ascii="Poppins" w:hAnsi="Poppins" w:cs="Poppins"/>
              </w:rPr>
              <w:t>100</w:t>
            </w:r>
          </w:p>
        </w:tc>
        <w:tc>
          <w:tcPr>
            <w:tcW w:w="5803" w:type="dxa"/>
          </w:tcPr>
          <w:p w14:paraId="6BED0544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Unità termoventilante, idronica, a cassette.</w:t>
            </w:r>
          </w:p>
          <w:p w14:paraId="509492A0" w14:textId="77777777" w:rsidR="00382347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Funzionamento Raffreddamento, Riscaldamento, Deumidificazione, Automatico, Ventilazione.</w:t>
            </w:r>
          </w:p>
          <w:p w14:paraId="7EEFFB88" w14:textId="45FE872D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Funzione Timer e Sleep (funzionamento notturno).</w:t>
            </w:r>
          </w:p>
          <w:p w14:paraId="57919E18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L’unità, del tipo a cassette da incasso a soffitto, è completa di scheda elettronica ”termoregolatore” Power IdroLAN predisposta per l’abbinamento alla console remota e/o alle altre schede elettroniche (configurazione singola Stand-Alone oppure centralizzata mediante rete ModBus RTU).</w:t>
            </w:r>
          </w:p>
          <w:p w14:paraId="086AEB25" w14:textId="15D17090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Motore a tre velocità (230 Vac/1 Ph/50 Hz)</w:t>
            </w:r>
            <w:r w:rsidR="00382347">
              <w:rPr>
                <w:rFonts w:ascii="Poppins" w:hAnsi="Poppins" w:cs="Poppins"/>
                <w:sz w:val="20"/>
              </w:rPr>
              <w:t>.</w:t>
            </w:r>
          </w:p>
          <w:p w14:paraId="08CB978D" w14:textId="20594266" w:rsidR="00F22258" w:rsidRPr="00F22258" w:rsidRDefault="00F22258" w:rsidP="00382347">
            <w:pPr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 xml:space="preserve">Kit valvola motorizzata a 3 vie, per impianto a 2 tubi, di serie, premontato (costituito da valvola a 3 vie da </w:t>
            </w:r>
            <w:r w:rsidR="00382347">
              <w:rPr>
                <w:rFonts w:ascii="Poppins" w:hAnsi="Poppins" w:cs="Poppins"/>
                <w:sz w:val="20"/>
              </w:rPr>
              <w:t>3/4</w:t>
            </w:r>
            <w:r w:rsidRPr="00F22258">
              <w:rPr>
                <w:rFonts w:ascii="Poppins" w:hAnsi="Poppins" w:cs="Poppins"/>
                <w:sz w:val="20"/>
              </w:rPr>
              <w:t xml:space="preserve">” con Kvs= 2,5; servocomando elettrotermico NC, 230 Vac-50 Hz e kit tubi rame e raccordi con terminali </w:t>
            </w:r>
            <w:r w:rsidR="00382347">
              <w:rPr>
                <w:rFonts w:ascii="Poppins" w:hAnsi="Poppins" w:cs="Poppins"/>
                <w:sz w:val="20"/>
              </w:rPr>
              <w:t>1/2</w:t>
            </w:r>
            <w:r w:rsidRPr="00F22258">
              <w:rPr>
                <w:rFonts w:ascii="Poppins" w:hAnsi="Poppins" w:cs="Poppins"/>
                <w:sz w:val="20"/>
              </w:rPr>
              <w:t>” F).</w:t>
            </w:r>
          </w:p>
          <w:p w14:paraId="0581BD0A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 xml:space="preserve">Pompa di scarico condensa e valvola di intercettazione, con testina elettrotermica, incorporate. </w:t>
            </w:r>
          </w:p>
          <w:p w14:paraId="5D3DE0AD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Presenta quattro deflettori con orientamento automatico del flusso dell’aria (ciascuno in abbinamento ad un ulteriore deflettore interno con movimento manuale), filtri aria, pannello spie.</w:t>
            </w:r>
          </w:p>
          <w:p w14:paraId="29E147F5" w14:textId="77777777" w:rsidR="00F22258" w:rsidRPr="00F22258" w:rsidRDefault="00F22258" w:rsidP="0038234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2924630" w14:textId="77777777" w:rsidR="00F22258" w:rsidRPr="00F22258" w:rsidRDefault="00F22258" w:rsidP="0038234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>
              <w:rPr>
                <w:rFonts w:ascii="Poppins" w:hAnsi="Poppins" w:cs="Poppins"/>
                <w:b/>
              </w:rPr>
              <w:t>Dati tecnici:</w:t>
            </w:r>
          </w:p>
          <w:p w14:paraId="009B8485" w14:textId="77777777" w:rsidR="00F22258" w:rsidRPr="00382347" w:rsidRDefault="00F22258" w:rsidP="0038234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Potenza frigorifera med (min- max) 8,24 (5,65- 9,99) kW</w:t>
            </w:r>
          </w:p>
          <w:p w14:paraId="69379710" w14:textId="77777777" w:rsidR="00F22258" w:rsidRPr="00382347" w:rsidRDefault="00F22258" w:rsidP="0038234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lastRenderedPageBreak/>
              <w:t>Portata d’acqua max velocità 1718 l/h</w:t>
            </w:r>
          </w:p>
          <w:p w14:paraId="08321BDF" w14:textId="2FE14CD3" w:rsidR="00F22258" w:rsidRPr="00382347" w:rsidRDefault="00F22258" w:rsidP="0038234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  <w:color w:val="000000"/>
              </w:rPr>
              <w:t>Perdita di carico max velocità 26,0 kPa</w:t>
            </w:r>
            <w:r w:rsidR="00382347" w:rsidRPr="00382347">
              <w:rPr>
                <w:rFonts w:ascii="Poppins" w:hAnsi="Poppins" w:cs="Poppins"/>
                <w:color w:val="000000"/>
              </w:rPr>
              <w:t xml:space="preserve"> </w:t>
            </w:r>
            <w:r w:rsidRPr="00382347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0563E03B" w14:textId="77777777" w:rsidR="00F22258" w:rsidRPr="00382347" w:rsidRDefault="00F22258" w:rsidP="0038234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Potenza termica med (min- max) 7,91 (5,04- 10,18) kW</w:t>
            </w:r>
          </w:p>
          <w:p w14:paraId="639DDCF9" w14:textId="77777777" w:rsidR="00F22258" w:rsidRPr="00382347" w:rsidRDefault="00F22258" w:rsidP="0038234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Portata d’acqua max velocità 1751 l/h</w:t>
            </w:r>
          </w:p>
          <w:p w14:paraId="54EE1327" w14:textId="3F08935F" w:rsidR="00F22258" w:rsidRPr="00382347" w:rsidRDefault="00F22258" w:rsidP="0038234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  <w:color w:val="000000"/>
              </w:rPr>
              <w:t>Perdita di carico max velocità 17,4 kPa</w:t>
            </w:r>
            <w:r w:rsidR="00382347" w:rsidRPr="00382347">
              <w:rPr>
                <w:rFonts w:ascii="Poppins" w:hAnsi="Poppins" w:cs="Poppins"/>
                <w:color w:val="000000"/>
              </w:rPr>
              <w:t xml:space="preserve"> </w:t>
            </w:r>
            <w:r w:rsidRPr="00382347">
              <w:rPr>
                <w:rFonts w:ascii="Poppins" w:hAnsi="Poppins" w:cs="Poppins"/>
              </w:rPr>
              <w:t>(temperatura acqua 45/40 °C; temperatura aria 20 °C)</w:t>
            </w:r>
          </w:p>
          <w:p w14:paraId="4C619470" w14:textId="77777777" w:rsidR="00F22258" w:rsidRPr="00382347" w:rsidRDefault="00F22258" w:rsidP="0038234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Portata d’aria med (min- max) 1165 (686- 1588) m3/h</w:t>
            </w:r>
          </w:p>
          <w:p w14:paraId="56885B49" w14:textId="77777777" w:rsidR="00F22258" w:rsidRPr="00382347" w:rsidRDefault="00F22258" w:rsidP="0038234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4822EE1D" w14:textId="77777777" w:rsidR="00F22258" w:rsidRPr="00382347" w:rsidRDefault="00F22258" w:rsidP="0038234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Potenza massima assorbita 164 W</w:t>
            </w:r>
          </w:p>
          <w:p w14:paraId="7F15AC44" w14:textId="77777777" w:rsidR="00F22258" w:rsidRPr="00382347" w:rsidRDefault="00F22258" w:rsidP="0038234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Corrente max assorbita 0,80 A</w:t>
            </w:r>
          </w:p>
          <w:p w14:paraId="7D7EB5D2" w14:textId="77777777" w:rsidR="00F22258" w:rsidRPr="00382347" w:rsidRDefault="00F22258" w:rsidP="0038234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</w:rPr>
              <w:t xml:space="preserve">Livello di potenza sonora </w:t>
            </w:r>
            <w:r w:rsidRPr="00382347">
              <w:rPr>
                <w:rFonts w:ascii="Poppins" w:hAnsi="Poppins" w:cs="Poppins"/>
                <w:color w:val="000000"/>
              </w:rPr>
              <w:t>med (min- max) 53 (40- 61)</w:t>
            </w:r>
            <w:r w:rsidRPr="00382347">
              <w:rPr>
                <w:rFonts w:ascii="Poppins" w:hAnsi="Poppins" w:cs="Poppins"/>
              </w:rPr>
              <w:t xml:space="preserve"> dB(A)</w:t>
            </w:r>
          </w:p>
          <w:p w14:paraId="011222B8" w14:textId="58A28AB9" w:rsidR="00F22258" w:rsidRPr="00382347" w:rsidRDefault="00F22258" w:rsidP="0038234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</w:rPr>
              <w:t xml:space="preserve">Livello di pressione sonora </w:t>
            </w:r>
            <w:r w:rsidRPr="00382347">
              <w:rPr>
                <w:rFonts w:ascii="Poppins" w:hAnsi="Poppins" w:cs="Poppins"/>
                <w:color w:val="000000"/>
              </w:rPr>
              <w:t xml:space="preserve">med (min- max) </w:t>
            </w:r>
            <w:r w:rsidRPr="00382347">
              <w:rPr>
                <w:rFonts w:ascii="Poppins" w:hAnsi="Poppins" w:cs="Poppins"/>
              </w:rPr>
              <w:t>36 (23- 44) dB(A) - valori riferiti a fattore di direzionalità pari a 2 in campo chiuso, costante d’ambiente 300 m2 e distanza pari a 5 m</w:t>
            </w:r>
          </w:p>
          <w:p w14:paraId="2FCA8FD6" w14:textId="77777777" w:rsidR="00F22258" w:rsidRPr="00382347" w:rsidRDefault="00F22258" w:rsidP="0038234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Dimensioni unità 900x900x360 mm</w:t>
            </w:r>
          </w:p>
          <w:p w14:paraId="08FCD7EB" w14:textId="77777777" w:rsidR="00F22258" w:rsidRPr="00382347" w:rsidRDefault="00F22258" w:rsidP="0038234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Peso 45,0 kg</w:t>
            </w:r>
          </w:p>
          <w:p w14:paraId="66F402CF" w14:textId="255D32C3" w:rsidR="00F22258" w:rsidRPr="00382347" w:rsidRDefault="00F22258" w:rsidP="0038234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382347" w:rsidRPr="00382347">
              <w:rPr>
                <w:rFonts w:ascii="Poppins" w:hAnsi="Poppins" w:cs="Poppins"/>
                <w:color w:val="000000"/>
              </w:rPr>
              <w:t>1/2</w:t>
            </w:r>
            <w:r w:rsidRPr="00382347">
              <w:rPr>
                <w:rFonts w:ascii="Poppins" w:hAnsi="Poppins" w:cs="Poppins"/>
                <w:color w:val="000000"/>
              </w:rPr>
              <w:t>” F</w:t>
            </w:r>
          </w:p>
          <w:p w14:paraId="3A1CBCBE" w14:textId="5F0CD220" w:rsidR="00F22258" w:rsidRPr="00382347" w:rsidRDefault="00F22258" w:rsidP="0038234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Pressione max di esercizio 10 bar</w:t>
            </w:r>
          </w:p>
          <w:p w14:paraId="7B8198A4" w14:textId="77777777" w:rsidR="00F22258" w:rsidRPr="00382347" w:rsidRDefault="00F22258" w:rsidP="0038234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Temperatura di esercizio min-max: 4-70 °C</w:t>
            </w:r>
          </w:p>
          <w:p w14:paraId="35C9C0B1" w14:textId="02B2E66C" w:rsidR="00F22258" w:rsidRPr="00382347" w:rsidRDefault="00F22258" w:rsidP="0038234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Attacco scarico condensa diametro 12 mm</w:t>
            </w:r>
          </w:p>
          <w:p w14:paraId="17F21C8C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E3DDCF5" w14:textId="6FD094CA" w:rsidR="00F22258" w:rsidRPr="00F22258" w:rsidRDefault="00F22258" w:rsidP="0038234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F22258">
              <w:rPr>
                <w:rFonts w:ascii="Poppins" w:hAnsi="Poppins" w:cs="Poppins"/>
                <w:b/>
              </w:rPr>
              <w:t xml:space="preserve">Marca </w:t>
            </w:r>
            <w:r w:rsidR="00382347">
              <w:rPr>
                <w:rFonts w:ascii="Poppins" w:hAnsi="Poppins" w:cs="Poppins"/>
                <w:b/>
              </w:rPr>
              <w:t>Emmeti</w:t>
            </w:r>
            <w:r w:rsidRPr="00F22258">
              <w:rPr>
                <w:rFonts w:ascii="Poppins" w:hAnsi="Poppins" w:cs="Poppins"/>
                <w:b/>
              </w:rPr>
              <w:t xml:space="preserve"> – Modello Unità termoventilante Cassetta IdroLAN ECI 2</w:t>
            </w:r>
            <w:r w:rsidR="00382347">
              <w:rPr>
                <w:rFonts w:ascii="Poppins" w:hAnsi="Poppins" w:cs="Poppins"/>
                <w:b/>
              </w:rPr>
              <w:t>4</w:t>
            </w:r>
            <w:r w:rsidRPr="00F22258">
              <w:rPr>
                <w:rFonts w:ascii="Poppins" w:hAnsi="Poppins" w:cs="Poppins"/>
                <w:b/>
              </w:rPr>
              <w:t xml:space="preserve">100 o </w:t>
            </w:r>
            <w:r w:rsidR="00382347">
              <w:rPr>
                <w:rFonts w:ascii="Poppins" w:hAnsi="Poppins" w:cs="Poppins"/>
                <w:b/>
              </w:rPr>
              <w:t>equivalente.</w:t>
            </w:r>
          </w:p>
        </w:tc>
      </w:tr>
      <w:tr w:rsidR="00F22258" w:rsidRPr="007E69BB" w14:paraId="2946B731" w14:textId="77777777" w:rsidTr="00610F7D">
        <w:tc>
          <w:tcPr>
            <w:tcW w:w="1398" w:type="dxa"/>
          </w:tcPr>
          <w:p w14:paraId="0660F293" w14:textId="5D890157" w:rsidR="00F22258" w:rsidRPr="00F22258" w:rsidRDefault="00F22258" w:rsidP="00F22258">
            <w:pPr>
              <w:jc w:val="center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lastRenderedPageBreak/>
              <w:t>0701049</w:t>
            </w:r>
            <w:r w:rsidR="00382347">
              <w:rPr>
                <w:rFonts w:ascii="Poppins" w:hAnsi="Poppins" w:cs="Poppins"/>
                <w:sz w:val="20"/>
              </w:rPr>
              <w:t>7</w:t>
            </w:r>
          </w:p>
        </w:tc>
        <w:tc>
          <w:tcPr>
            <w:tcW w:w="2297" w:type="dxa"/>
          </w:tcPr>
          <w:p w14:paraId="5046A660" w14:textId="77777777" w:rsidR="00F22258" w:rsidRPr="00F22258" w:rsidRDefault="00F22258" w:rsidP="00F2225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22258">
              <w:rPr>
                <w:rFonts w:ascii="Poppins" w:hAnsi="Poppins" w:cs="Poppins"/>
              </w:rPr>
              <w:t>Unità termoventilante Cassetta IdroLAN</w:t>
            </w:r>
          </w:p>
          <w:p w14:paraId="41699AD3" w14:textId="0F4F3475" w:rsidR="00F22258" w:rsidRPr="00F22258" w:rsidRDefault="00F22258" w:rsidP="00F2225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22258">
              <w:rPr>
                <w:rFonts w:ascii="Poppins" w:hAnsi="Poppins" w:cs="Poppins"/>
              </w:rPr>
              <w:t>ECI 2</w:t>
            </w:r>
            <w:r w:rsidR="00382347">
              <w:rPr>
                <w:rFonts w:ascii="Poppins" w:hAnsi="Poppins" w:cs="Poppins"/>
              </w:rPr>
              <w:t>4</w:t>
            </w:r>
            <w:r w:rsidRPr="00F22258">
              <w:rPr>
                <w:rFonts w:ascii="Poppins" w:hAnsi="Poppins" w:cs="Poppins"/>
              </w:rPr>
              <w:t>100-DC</w:t>
            </w:r>
          </w:p>
        </w:tc>
        <w:tc>
          <w:tcPr>
            <w:tcW w:w="5803" w:type="dxa"/>
          </w:tcPr>
          <w:p w14:paraId="0B65645A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Unità termoventilante, idronica, con tecnologia DC-Inverter, a cassette.</w:t>
            </w:r>
          </w:p>
          <w:p w14:paraId="3153B7B2" w14:textId="77777777" w:rsidR="00382347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Funzionamento Raffreddamento, Riscaldamento, Deumidificazione, Automatico, Ventilazione.</w:t>
            </w:r>
          </w:p>
          <w:p w14:paraId="4BC7800D" w14:textId="5AEF81CF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Funzione Timer e Sleep (funzionamento notturno).</w:t>
            </w:r>
          </w:p>
          <w:p w14:paraId="3F8844C5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L’unità, del tipo a cassette da incasso a soffitto, è completa di scheda elettronica ”termoregolatore” Power IdroLAN predisposta per l’abbinamento alla console remota e/o alle altre schede elettroniche (configurazione singola Stand-Alone oppure centralizzata mediante rete ModBus RTU).</w:t>
            </w:r>
          </w:p>
          <w:p w14:paraId="69C30F6F" w14:textId="77777777" w:rsidR="00F22258" w:rsidRPr="00F22258" w:rsidRDefault="00F22258" w:rsidP="00382347">
            <w:pPr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lastRenderedPageBreak/>
              <w:t>Motore a magneti permanenti ad alta efficienza, brushless, a regolazione di velocità e potenza mediante dispositivo elettronico PWM, con riduzione della rumorosità e dei consumi elettrici.</w:t>
            </w:r>
          </w:p>
          <w:p w14:paraId="7B33F54E" w14:textId="26A8399F" w:rsidR="00F22258" w:rsidRPr="00F22258" w:rsidRDefault="00F22258" w:rsidP="00382347">
            <w:pPr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 xml:space="preserve">Kit valvola motorizzata a 3 vie, per impianto a 2 tubi, di serie, premontato (costituito da valvola a 3 vie da </w:t>
            </w:r>
            <w:r w:rsidR="00382347">
              <w:rPr>
                <w:rFonts w:ascii="Poppins" w:hAnsi="Poppins" w:cs="Poppins"/>
                <w:sz w:val="20"/>
              </w:rPr>
              <w:t>3/4</w:t>
            </w:r>
            <w:r w:rsidRPr="00F22258">
              <w:rPr>
                <w:rFonts w:ascii="Poppins" w:hAnsi="Poppins" w:cs="Poppins"/>
                <w:sz w:val="20"/>
              </w:rPr>
              <w:t xml:space="preserve">” con Kvs= 2,5; servocomando elettrotermico NC, 230 Vac-50 Hz e kit tubi rame e raccordi con terminali </w:t>
            </w:r>
            <w:r w:rsidR="00382347">
              <w:rPr>
                <w:rFonts w:ascii="Poppins" w:hAnsi="Poppins" w:cs="Poppins"/>
                <w:sz w:val="20"/>
              </w:rPr>
              <w:t>1/2</w:t>
            </w:r>
            <w:r w:rsidRPr="00F22258">
              <w:rPr>
                <w:rFonts w:ascii="Poppins" w:hAnsi="Poppins" w:cs="Poppins"/>
                <w:sz w:val="20"/>
              </w:rPr>
              <w:t>” F).</w:t>
            </w:r>
          </w:p>
          <w:p w14:paraId="1356A554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 xml:space="preserve">Pompa di scarico condensa e valvola di intercettazione, con testina elettrotermica, incorporate. </w:t>
            </w:r>
          </w:p>
          <w:p w14:paraId="7E1141E2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22258">
              <w:rPr>
                <w:rFonts w:ascii="Poppins" w:hAnsi="Poppins" w:cs="Poppins"/>
                <w:sz w:val="20"/>
              </w:rPr>
              <w:t>Presenta quattro deflettori con orientamento automatico del flusso dell’aria (ciascuno in abbinamento ad un ulteriore deflettore interno con movimento manuale), filtri aria, pannello spie.</w:t>
            </w:r>
          </w:p>
          <w:p w14:paraId="7719680B" w14:textId="77777777" w:rsidR="00F22258" w:rsidRPr="00F22258" w:rsidRDefault="00F22258" w:rsidP="0038234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4B97265" w14:textId="77777777" w:rsidR="00F22258" w:rsidRPr="00F22258" w:rsidRDefault="00F22258" w:rsidP="0038234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>
              <w:rPr>
                <w:rFonts w:ascii="Poppins" w:hAnsi="Poppins" w:cs="Poppins"/>
                <w:b/>
              </w:rPr>
              <w:t>Dati tecnici:</w:t>
            </w:r>
          </w:p>
          <w:p w14:paraId="79666507" w14:textId="77777777" w:rsidR="00F22258" w:rsidRPr="00382347" w:rsidRDefault="00F22258" w:rsidP="00382347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Potenza frigorifera med (min- max) 7,10 (4,24- 9,60) kW</w:t>
            </w:r>
          </w:p>
          <w:p w14:paraId="683EC3AA" w14:textId="77777777" w:rsidR="00F22258" w:rsidRPr="00382347" w:rsidRDefault="00F22258" w:rsidP="00382347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Portata d’acqua max velocità 1651 l/h</w:t>
            </w:r>
          </w:p>
          <w:p w14:paraId="556EF7F1" w14:textId="28E51C42" w:rsidR="00F22258" w:rsidRPr="00382347" w:rsidRDefault="00F22258" w:rsidP="00382347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  <w:color w:val="000000"/>
              </w:rPr>
              <w:t>Perdita di carico max velocità 22,5 kPa</w:t>
            </w:r>
            <w:r w:rsidR="00382347" w:rsidRPr="00382347">
              <w:rPr>
                <w:rFonts w:ascii="Poppins" w:hAnsi="Poppins" w:cs="Poppins"/>
                <w:color w:val="000000"/>
              </w:rPr>
              <w:t xml:space="preserve"> </w:t>
            </w:r>
            <w:r w:rsidRPr="00382347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1D2ABC22" w14:textId="77777777" w:rsidR="00F22258" w:rsidRPr="00382347" w:rsidRDefault="00F22258" w:rsidP="00382347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Potenza termica med (min- max) 7,59 (3,59- 10,21) kW</w:t>
            </w:r>
          </w:p>
          <w:p w14:paraId="0B802731" w14:textId="77777777" w:rsidR="00F22258" w:rsidRPr="00382347" w:rsidRDefault="00F22258" w:rsidP="00382347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Portata d’acqua max velocità 1756 l/h</w:t>
            </w:r>
          </w:p>
          <w:p w14:paraId="288D91EA" w14:textId="068C93D2" w:rsidR="00F22258" w:rsidRPr="00382347" w:rsidRDefault="00F22258" w:rsidP="00382347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  <w:color w:val="000000"/>
              </w:rPr>
              <w:t>Perdita di carico max velocità 17,5 kPa</w:t>
            </w:r>
            <w:r w:rsidR="00382347" w:rsidRPr="00382347">
              <w:rPr>
                <w:rFonts w:ascii="Poppins" w:hAnsi="Poppins" w:cs="Poppins"/>
                <w:color w:val="000000"/>
              </w:rPr>
              <w:t xml:space="preserve"> </w:t>
            </w:r>
            <w:r w:rsidRPr="00382347">
              <w:rPr>
                <w:rFonts w:ascii="Poppins" w:hAnsi="Poppins" w:cs="Poppins"/>
              </w:rPr>
              <w:t>(temperatura acqua 45/40 °C; temperatura aria 20 °C)</w:t>
            </w:r>
          </w:p>
          <w:p w14:paraId="5A238C4E" w14:textId="77777777" w:rsidR="00F22258" w:rsidRPr="00382347" w:rsidRDefault="00F22258" w:rsidP="00382347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Portata d’aria med (min- max) 981 (524- 1452) m3/h</w:t>
            </w:r>
          </w:p>
          <w:p w14:paraId="20CA856C" w14:textId="77777777" w:rsidR="00F22258" w:rsidRPr="00382347" w:rsidRDefault="00F22258" w:rsidP="00382347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Tensione alimentazione 230/1/50 V/Ph/Hz</w:t>
            </w:r>
          </w:p>
          <w:p w14:paraId="146D4818" w14:textId="77777777" w:rsidR="00F22258" w:rsidRPr="00382347" w:rsidRDefault="00F22258" w:rsidP="00382347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Potenza massima assorbita 119 W</w:t>
            </w:r>
          </w:p>
          <w:p w14:paraId="3F737B9D" w14:textId="77777777" w:rsidR="00F22258" w:rsidRPr="00382347" w:rsidRDefault="00F22258" w:rsidP="00382347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Corrente max assorbita 0,60 A</w:t>
            </w:r>
          </w:p>
          <w:p w14:paraId="4C5A0708" w14:textId="77777777" w:rsidR="00F22258" w:rsidRPr="00382347" w:rsidRDefault="00F22258" w:rsidP="00382347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</w:rPr>
              <w:t xml:space="preserve">Livello di potenza sonora </w:t>
            </w:r>
            <w:r w:rsidRPr="00382347">
              <w:rPr>
                <w:rFonts w:ascii="Poppins" w:hAnsi="Poppins" w:cs="Poppins"/>
                <w:color w:val="000000"/>
              </w:rPr>
              <w:t>med (min- max) 51 (33- 61)</w:t>
            </w:r>
            <w:r w:rsidRPr="00382347">
              <w:rPr>
                <w:rFonts w:ascii="Poppins" w:hAnsi="Poppins" w:cs="Poppins"/>
              </w:rPr>
              <w:t xml:space="preserve"> dB(A)</w:t>
            </w:r>
          </w:p>
          <w:p w14:paraId="34CCA54F" w14:textId="59CC516B" w:rsidR="00F22258" w:rsidRPr="00382347" w:rsidRDefault="00F22258" w:rsidP="00382347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82347">
              <w:rPr>
                <w:rFonts w:ascii="Poppins" w:hAnsi="Poppins" w:cs="Poppins"/>
              </w:rPr>
              <w:t xml:space="preserve">Livello di pressione sonora </w:t>
            </w:r>
            <w:r w:rsidRPr="00382347">
              <w:rPr>
                <w:rFonts w:ascii="Poppins" w:hAnsi="Poppins" w:cs="Poppins"/>
                <w:color w:val="000000"/>
              </w:rPr>
              <w:t xml:space="preserve">med (min- max) </w:t>
            </w:r>
            <w:r w:rsidRPr="00382347">
              <w:rPr>
                <w:rFonts w:ascii="Poppins" w:hAnsi="Poppins" w:cs="Poppins"/>
              </w:rPr>
              <w:t>34 (16- 44) dB(A) - valori riferiti a fattore di direzionalità pari a 2 in campo chiuso, costante d’ambiente 300 m2 e distanza pari a 5 m</w:t>
            </w:r>
          </w:p>
          <w:p w14:paraId="29EE94A7" w14:textId="77777777" w:rsidR="00F22258" w:rsidRPr="00382347" w:rsidRDefault="00F22258" w:rsidP="00382347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Dimensioni unità 900x900x360 mm</w:t>
            </w:r>
          </w:p>
          <w:p w14:paraId="40C9930D" w14:textId="77777777" w:rsidR="00F22258" w:rsidRPr="00382347" w:rsidRDefault="00F22258" w:rsidP="00382347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Peso 45,0 kg</w:t>
            </w:r>
          </w:p>
          <w:p w14:paraId="101B1F09" w14:textId="7B4EAB20" w:rsidR="00F22258" w:rsidRPr="00382347" w:rsidRDefault="00F22258" w:rsidP="00382347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lastRenderedPageBreak/>
              <w:t xml:space="preserve">Attacchi ingresso e uscita acqua: </w:t>
            </w:r>
            <w:r w:rsidR="00382347" w:rsidRPr="00382347">
              <w:rPr>
                <w:rFonts w:ascii="Poppins" w:hAnsi="Poppins" w:cs="Poppins"/>
                <w:color w:val="000000"/>
              </w:rPr>
              <w:t>1/2</w:t>
            </w:r>
            <w:r w:rsidRPr="00382347">
              <w:rPr>
                <w:rFonts w:ascii="Poppins" w:hAnsi="Poppins" w:cs="Poppins"/>
                <w:color w:val="000000"/>
              </w:rPr>
              <w:t xml:space="preserve">” F </w:t>
            </w:r>
          </w:p>
          <w:p w14:paraId="7B82506B" w14:textId="26E85B4A" w:rsidR="00F22258" w:rsidRPr="00382347" w:rsidRDefault="00F22258" w:rsidP="00382347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Pressione max di esercizio 10 bar</w:t>
            </w:r>
          </w:p>
          <w:p w14:paraId="515402E5" w14:textId="77777777" w:rsidR="00F22258" w:rsidRPr="00382347" w:rsidRDefault="00F22258" w:rsidP="00382347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Temperatura di esercizio min-max: 4-70 °C</w:t>
            </w:r>
          </w:p>
          <w:p w14:paraId="1EFFE5EF" w14:textId="2E43202D" w:rsidR="00F22258" w:rsidRPr="00382347" w:rsidRDefault="00F22258" w:rsidP="00382347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82347">
              <w:rPr>
                <w:rFonts w:ascii="Poppins" w:hAnsi="Poppins" w:cs="Poppins"/>
                <w:color w:val="000000"/>
              </w:rPr>
              <w:t>Attacco scarico condensa diametro 12 mm</w:t>
            </w:r>
          </w:p>
          <w:p w14:paraId="5A24B406" w14:textId="77777777" w:rsidR="00F22258" w:rsidRPr="00F22258" w:rsidRDefault="00F22258" w:rsidP="0038234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D1B3ED8" w14:textId="5BB72F55" w:rsidR="00F22258" w:rsidRPr="00F22258" w:rsidRDefault="00F22258" w:rsidP="0038234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F22258">
              <w:rPr>
                <w:rFonts w:ascii="Poppins" w:hAnsi="Poppins" w:cs="Poppins"/>
                <w:b/>
              </w:rPr>
              <w:t xml:space="preserve">Marca </w:t>
            </w:r>
            <w:r w:rsidR="00382347">
              <w:rPr>
                <w:rFonts w:ascii="Poppins" w:hAnsi="Poppins" w:cs="Poppins"/>
                <w:b/>
              </w:rPr>
              <w:t>Emmeti</w:t>
            </w:r>
            <w:r w:rsidRPr="00F22258">
              <w:rPr>
                <w:rFonts w:ascii="Poppins" w:hAnsi="Poppins" w:cs="Poppins"/>
                <w:b/>
              </w:rPr>
              <w:t xml:space="preserve"> – Modello Unità termoventilante Cassetta IdroLAN ECI 2</w:t>
            </w:r>
            <w:r w:rsidR="00382347">
              <w:rPr>
                <w:rFonts w:ascii="Poppins" w:hAnsi="Poppins" w:cs="Poppins"/>
                <w:b/>
              </w:rPr>
              <w:t>4</w:t>
            </w:r>
            <w:r w:rsidRPr="00F22258">
              <w:rPr>
                <w:rFonts w:ascii="Poppins" w:hAnsi="Poppins" w:cs="Poppins"/>
                <w:b/>
              </w:rPr>
              <w:t xml:space="preserve">100-DC o </w:t>
            </w:r>
            <w:r w:rsidR="00382347">
              <w:rPr>
                <w:rFonts w:ascii="Poppins" w:hAnsi="Poppins" w:cs="Poppins"/>
                <w:b/>
              </w:rPr>
              <w:t>equivalente.</w:t>
            </w:r>
          </w:p>
        </w:tc>
      </w:tr>
    </w:tbl>
    <w:p w14:paraId="18EE9AA9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37F49" w14:textId="77777777" w:rsidR="00966000" w:rsidRDefault="00966000">
      <w:r>
        <w:separator/>
      </w:r>
    </w:p>
  </w:endnote>
  <w:endnote w:type="continuationSeparator" w:id="0">
    <w:p w14:paraId="4418D550" w14:textId="77777777" w:rsidR="00966000" w:rsidRDefault="00966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andara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3CDA6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114898E8" w14:textId="77777777" w:rsidTr="004706FD">
      <w:tc>
        <w:tcPr>
          <w:tcW w:w="4534" w:type="dxa"/>
        </w:tcPr>
        <w:p w14:paraId="53254F2B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F22258">
            <w:rPr>
              <w:rFonts w:ascii="Poppins" w:hAnsi="Poppins" w:cs="Poppins"/>
              <w:iCs/>
              <w:noProof/>
              <w:sz w:val="16"/>
            </w:rPr>
            <w:t>Unità termoventilanti Cassetta ECI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595AF3D2" w14:textId="3FA1DDE9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382347">
            <w:rPr>
              <w:rFonts w:ascii="Poppins" w:hAnsi="Poppins" w:cs="Poppins"/>
              <w:noProof/>
              <w:sz w:val="14"/>
              <w:szCs w:val="14"/>
            </w:rPr>
            <w:t>12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91EB90D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413B8C01" wp14:editId="2476E558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0004B" w14:textId="77777777" w:rsidR="00966000" w:rsidRDefault="00966000">
      <w:r>
        <w:separator/>
      </w:r>
    </w:p>
  </w:footnote>
  <w:footnote w:type="continuationSeparator" w:id="0">
    <w:p w14:paraId="2D578A24" w14:textId="77777777" w:rsidR="00966000" w:rsidRDefault="00966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64EA7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2AF31389" wp14:editId="4A412BD6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21A454A1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384F76E9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548C3"/>
    <w:multiLevelType w:val="hybridMultilevel"/>
    <w:tmpl w:val="6660FAC2"/>
    <w:lvl w:ilvl="0" w:tplc="7C2AC716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B54AC"/>
    <w:multiLevelType w:val="hybridMultilevel"/>
    <w:tmpl w:val="0C7E8496"/>
    <w:lvl w:ilvl="0" w:tplc="7C2AC716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B15F5"/>
    <w:multiLevelType w:val="hybridMultilevel"/>
    <w:tmpl w:val="326CE6AC"/>
    <w:lvl w:ilvl="0" w:tplc="7C2AC716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56B33"/>
    <w:multiLevelType w:val="hybridMultilevel"/>
    <w:tmpl w:val="AF96C1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3F27BB"/>
    <w:multiLevelType w:val="hybridMultilevel"/>
    <w:tmpl w:val="B6A4224E"/>
    <w:lvl w:ilvl="0" w:tplc="7C2AC716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D453BC"/>
    <w:multiLevelType w:val="hybridMultilevel"/>
    <w:tmpl w:val="976A5CF0"/>
    <w:lvl w:ilvl="0" w:tplc="2B7A3D0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071F6B"/>
    <w:multiLevelType w:val="hybridMultilevel"/>
    <w:tmpl w:val="E7820C10"/>
    <w:lvl w:ilvl="0" w:tplc="7C2AC716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40362BBA"/>
    <w:multiLevelType w:val="hybridMultilevel"/>
    <w:tmpl w:val="814E060A"/>
    <w:lvl w:ilvl="0" w:tplc="7C2AC716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76099B"/>
    <w:multiLevelType w:val="hybridMultilevel"/>
    <w:tmpl w:val="7FF0A9B0"/>
    <w:lvl w:ilvl="0" w:tplc="BF522B8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073D1C"/>
    <w:multiLevelType w:val="hybridMultilevel"/>
    <w:tmpl w:val="13E8E9C8"/>
    <w:lvl w:ilvl="0" w:tplc="7C2AC716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9D0DC1"/>
    <w:multiLevelType w:val="hybridMultilevel"/>
    <w:tmpl w:val="323A511A"/>
    <w:lvl w:ilvl="0" w:tplc="7C2AC716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D95140"/>
    <w:multiLevelType w:val="hybridMultilevel"/>
    <w:tmpl w:val="91F61584"/>
    <w:lvl w:ilvl="0" w:tplc="7C2AC716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50162776">
    <w:abstractNumId w:val="26"/>
  </w:num>
  <w:num w:numId="2" w16cid:durableId="1265069290">
    <w:abstractNumId w:val="25"/>
  </w:num>
  <w:num w:numId="3" w16cid:durableId="143858409">
    <w:abstractNumId w:val="13"/>
  </w:num>
  <w:num w:numId="4" w16cid:durableId="1543708631">
    <w:abstractNumId w:val="7"/>
  </w:num>
  <w:num w:numId="5" w16cid:durableId="1014573149">
    <w:abstractNumId w:val="21"/>
  </w:num>
  <w:num w:numId="6" w16cid:durableId="1444299908">
    <w:abstractNumId w:val="19"/>
  </w:num>
  <w:num w:numId="7" w16cid:durableId="2015835539">
    <w:abstractNumId w:val="15"/>
  </w:num>
  <w:num w:numId="8" w16cid:durableId="2126075957">
    <w:abstractNumId w:val="19"/>
  </w:num>
  <w:num w:numId="9" w16cid:durableId="1674606013">
    <w:abstractNumId w:val="0"/>
  </w:num>
  <w:num w:numId="10" w16cid:durableId="1572501243">
    <w:abstractNumId w:val="19"/>
  </w:num>
  <w:num w:numId="11" w16cid:durableId="912937530">
    <w:abstractNumId w:val="30"/>
  </w:num>
  <w:num w:numId="12" w16cid:durableId="1957330242">
    <w:abstractNumId w:val="33"/>
  </w:num>
  <w:num w:numId="13" w16cid:durableId="1011176091">
    <w:abstractNumId w:val="29"/>
  </w:num>
  <w:num w:numId="14" w16cid:durableId="2061054403">
    <w:abstractNumId w:val="16"/>
  </w:num>
  <w:num w:numId="15" w16cid:durableId="865676330">
    <w:abstractNumId w:val="31"/>
  </w:num>
  <w:num w:numId="16" w16cid:durableId="640889194">
    <w:abstractNumId w:val="37"/>
  </w:num>
  <w:num w:numId="17" w16cid:durableId="2027366435">
    <w:abstractNumId w:val="41"/>
  </w:num>
  <w:num w:numId="18" w16cid:durableId="426971606">
    <w:abstractNumId w:val="32"/>
  </w:num>
  <w:num w:numId="19" w16cid:durableId="57365359">
    <w:abstractNumId w:val="2"/>
  </w:num>
  <w:num w:numId="20" w16cid:durableId="1029376265">
    <w:abstractNumId w:val="3"/>
  </w:num>
  <w:num w:numId="21" w16cid:durableId="825974567">
    <w:abstractNumId w:val="22"/>
  </w:num>
  <w:num w:numId="22" w16cid:durableId="904725691">
    <w:abstractNumId w:val="9"/>
  </w:num>
  <w:num w:numId="23" w16cid:durableId="1428771141">
    <w:abstractNumId w:val="28"/>
  </w:num>
  <w:num w:numId="24" w16cid:durableId="327363530">
    <w:abstractNumId w:val="40"/>
  </w:num>
  <w:num w:numId="25" w16cid:durableId="2097826557">
    <w:abstractNumId w:val="14"/>
  </w:num>
  <w:num w:numId="26" w16cid:durableId="1777670334">
    <w:abstractNumId w:val="18"/>
  </w:num>
  <w:num w:numId="27" w16cid:durableId="1247809985">
    <w:abstractNumId w:val="34"/>
  </w:num>
  <w:num w:numId="28" w16cid:durableId="1765301124">
    <w:abstractNumId w:val="20"/>
  </w:num>
  <w:num w:numId="29" w16cid:durableId="1074090915">
    <w:abstractNumId w:val="8"/>
  </w:num>
  <w:num w:numId="30" w16cid:durableId="1385253946">
    <w:abstractNumId w:val="23"/>
  </w:num>
  <w:num w:numId="31" w16cid:durableId="1684240558">
    <w:abstractNumId w:val="36"/>
  </w:num>
  <w:num w:numId="32" w16cid:durableId="863329879">
    <w:abstractNumId w:val="12"/>
  </w:num>
  <w:num w:numId="33" w16cid:durableId="1958174546">
    <w:abstractNumId w:val="12"/>
  </w:num>
  <w:num w:numId="34" w16cid:durableId="352388782">
    <w:abstractNumId w:val="11"/>
  </w:num>
  <w:num w:numId="35" w16cid:durableId="1860774722">
    <w:abstractNumId w:val="27"/>
  </w:num>
  <w:num w:numId="36" w16cid:durableId="1250575077">
    <w:abstractNumId w:val="6"/>
  </w:num>
  <w:num w:numId="37" w16cid:durableId="1956254361">
    <w:abstractNumId w:val="38"/>
  </w:num>
  <w:num w:numId="38" w16cid:durableId="1493447851">
    <w:abstractNumId w:val="39"/>
  </w:num>
  <w:num w:numId="39" w16cid:durableId="1101146090">
    <w:abstractNumId w:val="4"/>
  </w:num>
  <w:num w:numId="40" w16cid:durableId="1301570552">
    <w:abstractNumId w:val="35"/>
  </w:num>
  <w:num w:numId="41" w16cid:durableId="1473330886">
    <w:abstractNumId w:val="1"/>
  </w:num>
  <w:num w:numId="42" w16cid:durableId="1156339252">
    <w:abstractNumId w:val="24"/>
  </w:num>
  <w:num w:numId="43" w16cid:durableId="2131589525">
    <w:abstractNumId w:val="10"/>
  </w:num>
  <w:num w:numId="44" w16cid:durableId="90667587">
    <w:abstractNumId w:val="17"/>
  </w:num>
  <w:num w:numId="45" w16cid:durableId="12606014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95A49"/>
    <w:rsid w:val="001A5581"/>
    <w:rsid w:val="001D365F"/>
    <w:rsid w:val="001E6403"/>
    <w:rsid w:val="001F782F"/>
    <w:rsid w:val="0023000E"/>
    <w:rsid w:val="002346C2"/>
    <w:rsid w:val="00264BCF"/>
    <w:rsid w:val="0028448D"/>
    <w:rsid w:val="00285A03"/>
    <w:rsid w:val="002862D2"/>
    <w:rsid w:val="002B5D63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82347"/>
    <w:rsid w:val="003B0FFE"/>
    <w:rsid w:val="003D4BE3"/>
    <w:rsid w:val="004272FC"/>
    <w:rsid w:val="00433C12"/>
    <w:rsid w:val="0044592F"/>
    <w:rsid w:val="00447EFC"/>
    <w:rsid w:val="004706FD"/>
    <w:rsid w:val="00474537"/>
    <w:rsid w:val="0048382E"/>
    <w:rsid w:val="004F1A26"/>
    <w:rsid w:val="005235FA"/>
    <w:rsid w:val="00525BAE"/>
    <w:rsid w:val="00530F9B"/>
    <w:rsid w:val="005315F1"/>
    <w:rsid w:val="00532DCB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10F7D"/>
    <w:rsid w:val="00620C00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D1D42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66000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A3D3E"/>
    <w:rsid w:val="00AC0741"/>
    <w:rsid w:val="00AD05EC"/>
    <w:rsid w:val="00AD1706"/>
    <w:rsid w:val="00AF350C"/>
    <w:rsid w:val="00AF57DC"/>
    <w:rsid w:val="00B406A9"/>
    <w:rsid w:val="00B7475F"/>
    <w:rsid w:val="00B93CD1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B33B9"/>
    <w:rsid w:val="00EC29FF"/>
    <w:rsid w:val="00ED24CF"/>
    <w:rsid w:val="00EF73E5"/>
    <w:rsid w:val="00F22258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4144C5E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31653-A864-49B3-A852-B22FF0BB0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12</Pages>
  <Words>2788</Words>
  <Characters>15104</Characters>
  <Application>Microsoft Office Word</Application>
  <DocSecurity>4</DocSecurity>
  <Lines>125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17857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</cp:revision>
  <cp:lastPrinted>2013-11-14T13:48:00Z</cp:lastPrinted>
  <dcterms:created xsi:type="dcterms:W3CDTF">2024-08-28T14:53:00Z</dcterms:created>
  <dcterms:modified xsi:type="dcterms:W3CDTF">2024-08-28T14:53:00Z</dcterms:modified>
</cp:coreProperties>
</file>